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B206F6" w14:textId="77777777" w:rsidR="00760650" w:rsidRPr="00760650" w:rsidRDefault="00C07D8F" w:rsidP="00705874">
      <w:pPr>
        <w:jc w:val="center"/>
      </w:pPr>
      <w:r>
        <w:rPr>
          <w:b/>
        </w:rPr>
        <w:t>MODELLO DI D</w:t>
      </w:r>
      <w:r w:rsidRPr="00760650">
        <w:rPr>
          <w:b/>
        </w:rPr>
        <w:t>OMANDA DI AMMISSIONE AL CONCORSO PUBBLICO PER</w:t>
      </w:r>
      <w:r>
        <w:rPr>
          <w:b/>
        </w:rPr>
        <w:t xml:space="preserve"> TITOLI ED</w:t>
      </w:r>
      <w:r w:rsidRPr="00760650">
        <w:rPr>
          <w:b/>
        </w:rPr>
        <w:t xml:space="preserve"> ESAMI</w:t>
      </w:r>
    </w:p>
    <w:p w14:paraId="0DB501B7" w14:textId="740F85F2" w:rsidR="00023F78" w:rsidRDefault="00760650" w:rsidP="00023F78">
      <w:pPr>
        <w:jc w:val="center"/>
        <w:rPr>
          <w:b/>
        </w:rPr>
      </w:pPr>
      <w:r w:rsidRPr="00760650">
        <w:rPr>
          <w:b/>
        </w:rPr>
        <w:t>PER L</w:t>
      </w:r>
      <w:r w:rsidR="00E478B1">
        <w:rPr>
          <w:b/>
        </w:rPr>
        <w:t>’</w:t>
      </w:r>
      <w:r w:rsidRPr="00760650">
        <w:rPr>
          <w:b/>
        </w:rPr>
        <w:t>ASSUNZIONE A TE</w:t>
      </w:r>
      <w:r w:rsidR="00705874">
        <w:rPr>
          <w:b/>
        </w:rPr>
        <w:t>MPO INDETERMINATO E PIENO DI</w:t>
      </w:r>
    </w:p>
    <w:p w14:paraId="2EB011A7" w14:textId="2EA58ADF" w:rsidR="00705874" w:rsidRPr="00023F78" w:rsidRDefault="00037642" w:rsidP="00023F78">
      <w:pPr>
        <w:pStyle w:val="Titolo"/>
        <w:rPr>
          <w:rFonts w:asciiTheme="minorHAnsi" w:hAnsiTheme="minorHAnsi" w:cstheme="minorHAnsi"/>
          <w:sz w:val="28"/>
          <w:szCs w:val="28"/>
        </w:rPr>
      </w:pPr>
      <w:r w:rsidRPr="00023F78">
        <w:rPr>
          <w:rFonts w:asciiTheme="minorHAnsi" w:hAnsiTheme="minorHAnsi" w:cstheme="minorHAnsi"/>
          <w:sz w:val="28"/>
          <w:szCs w:val="28"/>
        </w:rPr>
        <w:t xml:space="preserve">N. 1 </w:t>
      </w:r>
      <w:r w:rsidR="00171D20" w:rsidRPr="00023F78">
        <w:rPr>
          <w:rFonts w:asciiTheme="minorHAnsi" w:hAnsiTheme="minorHAnsi" w:cstheme="minorHAnsi"/>
          <w:sz w:val="28"/>
          <w:szCs w:val="28"/>
        </w:rPr>
        <w:t xml:space="preserve">VENDITORE DI FIORI RECISI – </w:t>
      </w:r>
      <w:bookmarkStart w:id="0" w:name="_Hlk82426256"/>
      <w:r w:rsidR="00171D20" w:rsidRPr="00023F78">
        <w:rPr>
          <w:rFonts w:asciiTheme="minorHAnsi" w:hAnsiTheme="minorHAnsi" w:cstheme="minorHAnsi"/>
          <w:sz w:val="28"/>
          <w:szCs w:val="28"/>
        </w:rPr>
        <w:t>1</w:t>
      </w:r>
      <w:r w:rsidR="00023F78">
        <w:rPr>
          <w:rFonts w:asciiTheme="minorHAnsi" w:hAnsiTheme="minorHAnsi" w:cstheme="minorHAnsi"/>
          <w:sz w:val="28"/>
          <w:szCs w:val="28"/>
        </w:rPr>
        <w:t xml:space="preserve"> ͣ</w:t>
      </w:r>
      <w:bookmarkEnd w:id="0"/>
      <w:r w:rsidR="00171D20" w:rsidRPr="00023F78">
        <w:rPr>
          <w:rFonts w:asciiTheme="minorHAnsi" w:hAnsiTheme="minorHAnsi" w:cstheme="minorHAnsi"/>
          <w:sz w:val="28"/>
          <w:szCs w:val="28"/>
        </w:rPr>
        <w:t xml:space="preserve"> FASCIA – RESPONSABILE VENDITE</w:t>
      </w:r>
    </w:p>
    <w:p w14:paraId="00FFDEA6" w14:textId="12928529" w:rsidR="00090EE6" w:rsidRDefault="00760650" w:rsidP="00023F78">
      <w:pPr>
        <w:jc w:val="center"/>
        <w:rPr>
          <w:b/>
          <w:iCs/>
        </w:rPr>
      </w:pPr>
      <w:r w:rsidRPr="000D1730">
        <w:rPr>
          <w:b/>
          <w:iCs/>
        </w:rPr>
        <w:t>DA PRESENTARE ESCLUSIVAMENTE, PENA L</w:t>
      </w:r>
      <w:r w:rsidR="00E478B1" w:rsidRPr="000D1730">
        <w:rPr>
          <w:b/>
          <w:iCs/>
        </w:rPr>
        <w:t>’</w:t>
      </w:r>
      <w:r w:rsidRPr="000D1730">
        <w:rPr>
          <w:b/>
          <w:iCs/>
        </w:rPr>
        <w:t>ESCLUSIONE, MEDIANTE</w:t>
      </w:r>
      <w:r w:rsidR="00090EE6">
        <w:rPr>
          <w:b/>
          <w:iCs/>
        </w:rPr>
        <w:t>:</w:t>
      </w:r>
    </w:p>
    <w:p w14:paraId="1A0B2D45" w14:textId="77777777" w:rsidR="00023F78" w:rsidRDefault="00023F78" w:rsidP="00023F78">
      <w:pPr>
        <w:jc w:val="center"/>
        <w:rPr>
          <w:b/>
          <w:iCs/>
        </w:rPr>
      </w:pPr>
    </w:p>
    <w:p w14:paraId="72373D19" w14:textId="77777777" w:rsidR="00171D20" w:rsidRPr="00171D20" w:rsidRDefault="000D1730" w:rsidP="00171D20">
      <w:pPr>
        <w:pStyle w:val="Paragrafoelenco"/>
        <w:numPr>
          <w:ilvl w:val="0"/>
          <w:numId w:val="13"/>
        </w:numPr>
        <w:rPr>
          <w:b/>
          <w:iCs/>
        </w:rPr>
      </w:pPr>
      <w:r w:rsidRPr="00171D20">
        <w:rPr>
          <w:b/>
          <w:iCs/>
        </w:rPr>
        <w:t>RACCOMANDATA A/R</w:t>
      </w:r>
      <w:r w:rsidR="00090EE6" w:rsidRPr="00171D20">
        <w:rPr>
          <w:b/>
          <w:iCs/>
        </w:rPr>
        <w:t xml:space="preserve"> </w:t>
      </w:r>
      <w:r w:rsidR="00090EE6" w:rsidRPr="00171D20">
        <w:rPr>
          <w:b/>
          <w:bCs/>
        </w:rPr>
        <w:t xml:space="preserve">INVIATA AD </w:t>
      </w:r>
    </w:p>
    <w:p w14:paraId="1EFF76AE" w14:textId="2476FCDB" w:rsidR="00090EE6" w:rsidRDefault="00171D20" w:rsidP="00171D20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center"/>
        <w:rPr>
          <w:b/>
          <w:bCs/>
        </w:rPr>
      </w:pPr>
      <w:r w:rsidRPr="00171D20">
        <w:rPr>
          <w:b/>
          <w:bCs/>
        </w:rPr>
        <w:t>AMAIE ENERGIA E SERVIZI S.R.L.</w:t>
      </w:r>
    </w:p>
    <w:p w14:paraId="03CF2C2A" w14:textId="3D5F1546" w:rsidR="001A5242" w:rsidRDefault="001A5242" w:rsidP="00171D20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center"/>
        <w:rPr>
          <w:b/>
          <w:iCs/>
        </w:rPr>
      </w:pPr>
      <w:r>
        <w:rPr>
          <w:b/>
          <w:iCs/>
        </w:rPr>
        <w:t>C/O STUDIO BRACCO &amp; CERQUETI S.T.P.</w:t>
      </w:r>
    </w:p>
    <w:p w14:paraId="03BFEE7D" w14:textId="0C135EBF" w:rsidR="001A5242" w:rsidRPr="00171D20" w:rsidRDefault="001A5242" w:rsidP="00171D20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center"/>
        <w:rPr>
          <w:b/>
          <w:iCs/>
        </w:rPr>
      </w:pPr>
      <w:r>
        <w:rPr>
          <w:b/>
          <w:iCs/>
        </w:rPr>
        <w:t>C.SO G. MATTEOTTI, 167 – 18038 SANREMO (IM)</w:t>
      </w:r>
    </w:p>
    <w:p w14:paraId="03AA16F6" w14:textId="77777777" w:rsidR="001A5242" w:rsidRDefault="001A5242" w:rsidP="00171D20">
      <w:pPr>
        <w:pStyle w:val="Paragrafoelenco"/>
        <w:ind w:left="360"/>
        <w:jc w:val="center"/>
        <w:rPr>
          <w:iCs/>
        </w:rPr>
      </w:pPr>
    </w:p>
    <w:p w14:paraId="41029784" w14:textId="5E26702B" w:rsidR="00171D20" w:rsidRDefault="00171D20" w:rsidP="00171D20">
      <w:pPr>
        <w:pStyle w:val="Paragrafoelenco"/>
        <w:ind w:left="360"/>
        <w:jc w:val="center"/>
        <w:rPr>
          <w:iCs/>
        </w:rPr>
      </w:pPr>
      <w:r w:rsidRPr="00171D20">
        <w:rPr>
          <w:iCs/>
        </w:rPr>
        <w:t>OPPURE</w:t>
      </w:r>
    </w:p>
    <w:p w14:paraId="1AA8648B" w14:textId="54404778" w:rsidR="00171D20" w:rsidRPr="00171D20" w:rsidRDefault="009A33A3" w:rsidP="00C93453">
      <w:pPr>
        <w:pStyle w:val="Paragrafoelenco"/>
        <w:numPr>
          <w:ilvl w:val="0"/>
          <w:numId w:val="13"/>
        </w:numPr>
        <w:rPr>
          <w:iCs/>
        </w:rPr>
      </w:pPr>
      <w:r w:rsidRPr="00090EE6">
        <w:rPr>
          <w:b/>
          <w:iCs/>
        </w:rPr>
        <w:t>PEC</w:t>
      </w:r>
      <w:r w:rsidR="00593D50" w:rsidRPr="00090EE6">
        <w:rPr>
          <w:b/>
          <w:iCs/>
        </w:rPr>
        <w:t xml:space="preserve"> </w:t>
      </w:r>
      <w:r w:rsidR="00593D50" w:rsidRPr="00090EE6">
        <w:rPr>
          <w:b/>
          <w:bCs/>
        </w:rPr>
        <w:t xml:space="preserve">ALL’INDIRIZZO </w:t>
      </w:r>
    </w:p>
    <w:p w14:paraId="0E9EAB0E" w14:textId="1C8C895C" w:rsidR="00AD5706" w:rsidRPr="00AD5706" w:rsidRDefault="001A5242" w:rsidP="00AD5706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center"/>
        <w:rPr>
          <w:b/>
          <w:bCs/>
        </w:rPr>
      </w:pPr>
      <w:r>
        <w:rPr>
          <w:b/>
          <w:bCs/>
        </w:rPr>
        <w:t>stp@pec.braccocerqueti.it</w:t>
      </w:r>
      <w:bookmarkStart w:id="1" w:name="_GoBack"/>
      <w:bookmarkEnd w:id="1"/>
    </w:p>
    <w:p w14:paraId="3011EA05" w14:textId="77777777" w:rsidR="00171D20" w:rsidRDefault="00171D20" w:rsidP="000D1730">
      <w:pPr>
        <w:jc w:val="center"/>
        <w:rPr>
          <w:b/>
          <w:iCs/>
        </w:rPr>
      </w:pPr>
    </w:p>
    <w:p w14:paraId="6B8DFEA7" w14:textId="04C2610D" w:rsidR="00760650" w:rsidRPr="00760650" w:rsidRDefault="00760650" w:rsidP="000D1730">
      <w:pPr>
        <w:jc w:val="center"/>
      </w:pPr>
      <w:r w:rsidRPr="000D1730">
        <w:rPr>
          <w:b/>
          <w:iCs/>
        </w:rPr>
        <w:t>ALLEGANDO LA DOCUMENTAZIONE RICHIESTA.</w:t>
      </w:r>
    </w:p>
    <w:p w14:paraId="416F4BD2" w14:textId="77777777" w:rsidR="00760650" w:rsidRPr="00760650" w:rsidRDefault="00760650" w:rsidP="000D1730">
      <w:pPr>
        <w:jc w:val="center"/>
      </w:pPr>
    </w:p>
    <w:p w14:paraId="65BC9A91" w14:textId="7C1A2B03" w:rsidR="00760650" w:rsidRPr="00760650" w:rsidRDefault="00760650" w:rsidP="00760650">
      <w:r w:rsidRPr="00760650">
        <w:t xml:space="preserve">Il/La sottoscritto/a ____________________ nato/a </w:t>
      </w:r>
      <w:proofErr w:type="spellStart"/>
      <w:r w:rsidRPr="00760650">
        <w:t>a</w:t>
      </w:r>
      <w:proofErr w:type="spellEnd"/>
      <w:r w:rsidRPr="00760650">
        <w:t xml:space="preserve"> ________________________ provincia di _____________, il ____/____/_______ </w:t>
      </w:r>
      <w:proofErr w:type="spellStart"/>
      <w:r w:rsidR="00171D20">
        <w:t>Cod.Fisc</w:t>
      </w:r>
      <w:proofErr w:type="spellEnd"/>
      <w:r w:rsidR="00171D20">
        <w:t xml:space="preserve">. _______________________ </w:t>
      </w:r>
      <w:r w:rsidRPr="00760650">
        <w:t xml:space="preserve">e residente a __________________________ provincia di _______________ C.A.P. ____________, in via/piazza _____________________ n. civico ________, tel. _______/_______________ </w:t>
      </w:r>
      <w:proofErr w:type="spellStart"/>
      <w:r w:rsidRPr="00760650">
        <w:t>cell</w:t>
      </w:r>
      <w:proofErr w:type="spellEnd"/>
      <w:r w:rsidRPr="00760650">
        <w:t>. _________________________</w:t>
      </w:r>
      <w:r w:rsidR="00243426">
        <w:t xml:space="preserve"> </w:t>
      </w:r>
      <w:r w:rsidR="00847039">
        <w:t>indirizzo e-</w:t>
      </w:r>
      <w:r w:rsidR="00243426" w:rsidRPr="0052054A">
        <w:t>mail _______________________________</w:t>
      </w:r>
      <w:r w:rsidRPr="0052054A">
        <w:t>;</w:t>
      </w:r>
    </w:p>
    <w:p w14:paraId="0F82A05E" w14:textId="77777777" w:rsidR="00760650" w:rsidRPr="00760650" w:rsidRDefault="00760650" w:rsidP="00DF3734">
      <w:pPr>
        <w:jc w:val="center"/>
      </w:pPr>
      <w:r w:rsidRPr="00760650">
        <w:rPr>
          <w:b/>
        </w:rPr>
        <w:t>CHIEDE</w:t>
      </w:r>
    </w:p>
    <w:p w14:paraId="0AFABC39" w14:textId="6CA522E5" w:rsidR="00171D20" w:rsidRDefault="00760650" w:rsidP="00600810">
      <w:r w:rsidRPr="00760650">
        <w:t xml:space="preserve">di essere ammesso/a </w:t>
      </w:r>
      <w:proofErr w:type="spellStart"/>
      <w:r w:rsidRPr="00760650">
        <w:t>a</w:t>
      </w:r>
      <w:proofErr w:type="spellEnd"/>
      <w:r w:rsidRPr="00760650">
        <w:t xml:space="preserve"> partecipare alla selezione pubblica per </w:t>
      </w:r>
      <w:r w:rsidR="009A33A3">
        <w:t xml:space="preserve">titoli ed </w:t>
      </w:r>
      <w:r w:rsidRPr="00760650">
        <w:t>esami di</w:t>
      </w:r>
      <w:r w:rsidR="00600810">
        <w:t xml:space="preserve"> n. </w:t>
      </w:r>
      <w:r w:rsidR="00600810" w:rsidRPr="00600810">
        <w:t>1 VENDITORE DI FIORI RECISI – 1 ͣ FASCIA – RESPONSABILE VENDITE</w:t>
      </w:r>
      <w:r w:rsidRPr="00760650">
        <w:t>.</w:t>
      </w:r>
    </w:p>
    <w:p w14:paraId="214EFB02" w14:textId="296753EA" w:rsidR="00760650" w:rsidRPr="00760650" w:rsidRDefault="00760650" w:rsidP="00760650">
      <w:r w:rsidRPr="00760650">
        <w:t>A tal fine, sotto la propria responsabilità,</w:t>
      </w:r>
      <w:r w:rsidR="00847039">
        <w:t xml:space="preserve"> ai sensi degli artt. 46 e 47 del D.P.R. 445/2000,</w:t>
      </w:r>
    </w:p>
    <w:p w14:paraId="6E0052CA" w14:textId="77777777" w:rsidR="00760650" w:rsidRPr="00760650" w:rsidRDefault="00760650" w:rsidP="00DF3734">
      <w:pPr>
        <w:jc w:val="center"/>
      </w:pPr>
      <w:r w:rsidRPr="00760650">
        <w:rPr>
          <w:b/>
        </w:rPr>
        <w:t>DICHIARA</w:t>
      </w:r>
    </w:p>
    <w:p w14:paraId="1D751223" w14:textId="77777777" w:rsidR="00760650" w:rsidRPr="00760650" w:rsidRDefault="00760650" w:rsidP="00C93453">
      <w:pPr>
        <w:pStyle w:val="Paragrafoelenco"/>
        <w:numPr>
          <w:ilvl w:val="0"/>
          <w:numId w:val="20"/>
        </w:numPr>
        <w:tabs>
          <w:tab w:val="left" w:pos="1134"/>
        </w:tabs>
        <w:ind w:left="1134" w:hanging="708"/>
      </w:pPr>
      <w:r w:rsidRPr="00760650">
        <w:t>di essere cittadino/a italiano/a e di godere dei diritti civili e politici;</w:t>
      </w:r>
    </w:p>
    <w:p w14:paraId="2F457AD8" w14:textId="77777777" w:rsidR="00760650" w:rsidRPr="00760650" w:rsidRDefault="00760650" w:rsidP="009A45B1">
      <w:pPr>
        <w:tabs>
          <w:tab w:val="left" w:pos="1134"/>
        </w:tabs>
        <w:ind w:left="1134" w:hanging="708"/>
        <w:jc w:val="center"/>
      </w:pPr>
      <w:r w:rsidRPr="00760650">
        <w:t>oppure</w:t>
      </w:r>
    </w:p>
    <w:p w14:paraId="1CAECA51" w14:textId="2833A6F3" w:rsidR="00760650" w:rsidRPr="00760650" w:rsidRDefault="00760650" w:rsidP="00C93453">
      <w:pPr>
        <w:numPr>
          <w:ilvl w:val="1"/>
          <w:numId w:val="5"/>
        </w:numPr>
        <w:tabs>
          <w:tab w:val="left" w:pos="1134"/>
        </w:tabs>
        <w:ind w:left="1134" w:hanging="708"/>
      </w:pPr>
      <w:r w:rsidRPr="00760650">
        <w:t>di essere cittadino del seguente Stato membro dell</w:t>
      </w:r>
      <w:r w:rsidR="00E478B1">
        <w:t>’</w:t>
      </w:r>
      <w:r w:rsidRPr="00760650">
        <w:t>Unione Europea</w:t>
      </w:r>
      <w:r w:rsidR="00171D20">
        <w:t xml:space="preserve"> / Stato Extra UE</w:t>
      </w:r>
      <w:r w:rsidRPr="00760650">
        <w:t xml:space="preserve"> _____________________ e di godere dei diritti civili e politici nello stato di appartenenza o di provenienza;</w:t>
      </w:r>
    </w:p>
    <w:p w14:paraId="78944CE7" w14:textId="77777777" w:rsidR="00760650" w:rsidRPr="00760650" w:rsidRDefault="00760650" w:rsidP="00C93453">
      <w:pPr>
        <w:numPr>
          <w:ilvl w:val="1"/>
          <w:numId w:val="5"/>
        </w:numPr>
        <w:tabs>
          <w:tab w:val="left" w:pos="1134"/>
        </w:tabs>
        <w:ind w:left="1134" w:hanging="708"/>
      </w:pPr>
      <w:r w:rsidRPr="00760650">
        <w:t>di possedere, fatta eccezione della titolarità della cittadinanza italiana, tutti gli altri requisiti previsti per i cittadini della Repubblica;</w:t>
      </w:r>
    </w:p>
    <w:p w14:paraId="6C57450F" w14:textId="43A29F77" w:rsidR="00760650" w:rsidRPr="00760650" w:rsidRDefault="00760650" w:rsidP="00C93453">
      <w:pPr>
        <w:numPr>
          <w:ilvl w:val="1"/>
          <w:numId w:val="5"/>
        </w:numPr>
        <w:tabs>
          <w:tab w:val="left" w:pos="1134"/>
        </w:tabs>
        <w:ind w:left="1134" w:hanging="708"/>
      </w:pPr>
      <w:r w:rsidRPr="00760650">
        <w:t xml:space="preserve">di avere </w:t>
      </w:r>
      <w:r w:rsidR="00171D20">
        <w:t>perfetta</w:t>
      </w:r>
      <w:r w:rsidRPr="00760650">
        <w:t xml:space="preserve"> c</w:t>
      </w:r>
      <w:r w:rsidR="0092041C">
        <w:t>onoscenza della lingua italiana;</w:t>
      </w:r>
    </w:p>
    <w:p w14:paraId="6B013620" w14:textId="59A6156A" w:rsidR="00760650" w:rsidRDefault="00760650" w:rsidP="00C93453">
      <w:pPr>
        <w:numPr>
          <w:ilvl w:val="0"/>
          <w:numId w:val="5"/>
        </w:numPr>
        <w:tabs>
          <w:tab w:val="left" w:pos="1134"/>
        </w:tabs>
        <w:ind w:left="1134" w:hanging="708"/>
      </w:pPr>
      <w:r w:rsidRPr="00760650">
        <w:t>di avere un</w:t>
      </w:r>
      <w:r w:rsidR="00E478B1">
        <w:t>’</w:t>
      </w:r>
      <w:r w:rsidRPr="00760650">
        <w:t xml:space="preserve">età non inferiore a 18 anni né superiore a </w:t>
      </w:r>
      <w:r w:rsidR="009A33A3">
        <w:t>quella pensionabile</w:t>
      </w:r>
      <w:r w:rsidRPr="00760650">
        <w:t>;</w:t>
      </w:r>
    </w:p>
    <w:p w14:paraId="28865633" w14:textId="77777777" w:rsidR="00F1744E" w:rsidRDefault="00F1744E" w:rsidP="00C93453">
      <w:pPr>
        <w:numPr>
          <w:ilvl w:val="0"/>
          <w:numId w:val="5"/>
        </w:numPr>
        <w:tabs>
          <w:tab w:val="left" w:pos="1134"/>
        </w:tabs>
        <w:ind w:left="1134" w:hanging="708"/>
      </w:pPr>
      <w:r>
        <w:t>di possedere l’</w:t>
      </w:r>
      <w:r w:rsidRPr="00F1744E">
        <w:t>idoneità fisica all’espletamento delle mansioni da svolgere;</w:t>
      </w:r>
    </w:p>
    <w:p w14:paraId="2EA90E19" w14:textId="1FD4FEA7" w:rsidR="00F1744E" w:rsidRDefault="00F1744E" w:rsidP="00FB4D60">
      <w:pPr>
        <w:pStyle w:val="Paragrafoelenco"/>
        <w:numPr>
          <w:ilvl w:val="0"/>
          <w:numId w:val="5"/>
        </w:numPr>
        <w:tabs>
          <w:tab w:val="left" w:pos="1134"/>
        </w:tabs>
        <w:ind w:left="1134" w:hanging="708"/>
      </w:pPr>
      <w:r w:rsidRPr="00F1744E">
        <w:t>di non aver riportato condanne penali in ordine alle quali rimane inibito l’accesso al pubblico impiego;</w:t>
      </w:r>
    </w:p>
    <w:p w14:paraId="4939FE92" w14:textId="74B701DB" w:rsidR="00992259" w:rsidRDefault="00992259" w:rsidP="00FB4D60">
      <w:pPr>
        <w:pStyle w:val="Paragrafoelenco"/>
        <w:numPr>
          <w:ilvl w:val="0"/>
          <w:numId w:val="5"/>
        </w:numPr>
        <w:tabs>
          <w:tab w:val="left" w:pos="1134"/>
        </w:tabs>
        <w:ind w:left="1134" w:hanging="708"/>
      </w:pPr>
      <w:r>
        <w:t xml:space="preserve">di non essere </w:t>
      </w:r>
      <w:r w:rsidRPr="00992259">
        <w:t>stat</w:t>
      </w:r>
      <w:r>
        <w:t>o</w:t>
      </w:r>
      <w:r w:rsidRPr="00992259">
        <w:t xml:space="preserve"> dichiarat</w:t>
      </w:r>
      <w:r>
        <w:t>o</w:t>
      </w:r>
      <w:r w:rsidRPr="00992259">
        <w:t xml:space="preserve"> decadut</w:t>
      </w:r>
      <w:r>
        <w:t>o</w:t>
      </w:r>
      <w:r w:rsidRPr="00992259">
        <w:t xml:space="preserve"> da un impiego pubblico </w:t>
      </w:r>
      <w:r>
        <w:t xml:space="preserve">per averlo </w:t>
      </w:r>
      <w:r w:rsidRPr="00992259">
        <w:t xml:space="preserve">conseguito mediante la produzione di documenti falsi </w:t>
      </w:r>
      <w:r>
        <w:t>o</w:t>
      </w:r>
      <w:r w:rsidRPr="00992259">
        <w:t xml:space="preserve"> comunque con mezzi fraudolenti;</w:t>
      </w:r>
    </w:p>
    <w:p w14:paraId="6D2283CD" w14:textId="45A30A70" w:rsidR="00847039" w:rsidRDefault="00847039" w:rsidP="00FB4D60">
      <w:pPr>
        <w:pStyle w:val="Paragrafoelenco"/>
        <w:numPr>
          <w:ilvl w:val="0"/>
          <w:numId w:val="5"/>
        </w:numPr>
        <w:tabs>
          <w:tab w:val="left" w:pos="1134"/>
        </w:tabs>
        <w:ind w:left="1134" w:hanging="708"/>
      </w:pPr>
      <w:r>
        <w:t xml:space="preserve">di </w:t>
      </w:r>
      <w:r w:rsidRPr="00847039">
        <w:t>non essere stat</w:t>
      </w:r>
      <w:r>
        <w:t>o</w:t>
      </w:r>
      <w:r w:rsidRPr="00847039">
        <w:t xml:space="preserve"> destituit</w:t>
      </w:r>
      <w:r>
        <w:t>o,</w:t>
      </w:r>
      <w:r w:rsidRPr="00847039">
        <w:t xml:space="preserve"> dispensat</w:t>
      </w:r>
      <w:r>
        <w:t>o o licenziato</w:t>
      </w:r>
      <w:r w:rsidRPr="00847039">
        <w:t xml:space="preserve"> da altre Aziende di qualunque tipo, per motivi disciplinari o per giusta causa</w:t>
      </w:r>
      <w:r>
        <w:t>;</w:t>
      </w:r>
    </w:p>
    <w:p w14:paraId="1AD44714" w14:textId="6F51CFC6" w:rsidR="00992259" w:rsidRDefault="00992259" w:rsidP="00FB4D60">
      <w:pPr>
        <w:pStyle w:val="Paragrafoelenco"/>
        <w:numPr>
          <w:ilvl w:val="0"/>
          <w:numId w:val="5"/>
        </w:numPr>
        <w:tabs>
          <w:tab w:val="left" w:pos="1134"/>
        </w:tabs>
        <w:ind w:left="1134" w:hanging="708"/>
      </w:pPr>
      <w:r>
        <w:t>di non aver riportato</w:t>
      </w:r>
      <w:r w:rsidRPr="00992259">
        <w:t xml:space="preserve"> condanne penali passate in giudicato ovvero provvedimenti di applicazione della pena su richiesta ex art. 444 c.p.p., né </w:t>
      </w:r>
      <w:r>
        <w:t xml:space="preserve">di </w:t>
      </w:r>
      <w:r w:rsidRPr="00992259">
        <w:t>essere a conoscenza di avere procedimenti penali pendenti in corso</w:t>
      </w:r>
      <w:r>
        <w:t>;</w:t>
      </w:r>
    </w:p>
    <w:p w14:paraId="268EB0A5" w14:textId="385411E1" w:rsidR="00014202" w:rsidRDefault="00014202" w:rsidP="00FB4D60">
      <w:pPr>
        <w:pStyle w:val="Paragrafoelenco"/>
        <w:numPr>
          <w:ilvl w:val="0"/>
          <w:numId w:val="5"/>
        </w:numPr>
        <w:tabs>
          <w:tab w:val="left" w:pos="1134"/>
        </w:tabs>
        <w:ind w:left="1134" w:hanging="708"/>
      </w:pPr>
      <w:r w:rsidRPr="00760650">
        <w:t>di non essere stato escluso dall</w:t>
      </w:r>
      <w:r>
        <w:t>’</w:t>
      </w:r>
      <w:r w:rsidRPr="00760650">
        <w:t>elettorato attivo;</w:t>
      </w:r>
    </w:p>
    <w:p w14:paraId="0C3EBF7B" w14:textId="28E573B3" w:rsidR="00992259" w:rsidRDefault="00992259" w:rsidP="00FB4D60">
      <w:pPr>
        <w:pStyle w:val="Paragrafoelenco"/>
        <w:numPr>
          <w:ilvl w:val="0"/>
          <w:numId w:val="5"/>
        </w:numPr>
        <w:tabs>
          <w:tab w:val="left" w:pos="1134"/>
        </w:tabs>
        <w:ind w:left="1134" w:hanging="708"/>
      </w:pPr>
      <w:r>
        <w:t>di aver adempiuto all’obbligo scolastico di legge;</w:t>
      </w:r>
    </w:p>
    <w:p w14:paraId="4B1B826E" w14:textId="77777777" w:rsidR="00760650" w:rsidRDefault="00760650" w:rsidP="00FB4D60">
      <w:pPr>
        <w:pStyle w:val="Paragrafoelenco"/>
        <w:numPr>
          <w:ilvl w:val="0"/>
          <w:numId w:val="5"/>
        </w:numPr>
        <w:tabs>
          <w:tab w:val="left" w:pos="1134"/>
        </w:tabs>
        <w:ind w:left="1134" w:hanging="708"/>
      </w:pPr>
      <w:r w:rsidRPr="00760650">
        <w:t xml:space="preserve">di possedere il </w:t>
      </w:r>
      <w:r w:rsidR="00C07D8F">
        <w:t>seguente titolo di studio</w:t>
      </w:r>
      <w:r w:rsidRPr="00760650">
        <w:t xml:space="preserve"> conseguito </w:t>
      </w:r>
      <w:r w:rsidRPr="00C07D8F">
        <w:rPr>
          <w:b/>
        </w:rPr>
        <w:t>in Italia</w:t>
      </w:r>
      <w:r w:rsidRPr="00760650">
        <w:t xml:space="preserve"> nell</w:t>
      </w:r>
      <w:r w:rsidR="00E478B1">
        <w:t>’</w:t>
      </w:r>
      <w:r w:rsidR="00C07D8F">
        <w:t>anno _______:</w:t>
      </w:r>
    </w:p>
    <w:p w14:paraId="7967A3A7" w14:textId="77777777" w:rsidR="00C07D8F" w:rsidRPr="00760650" w:rsidRDefault="00C07D8F" w:rsidP="00C07D8F">
      <w:pPr>
        <w:pStyle w:val="Paragrafoelenco"/>
        <w:tabs>
          <w:tab w:val="left" w:pos="1134"/>
        </w:tabs>
        <w:ind w:left="400"/>
      </w:pPr>
      <w:r>
        <w:tab/>
        <w:t>_____________________________________________________________________________</w:t>
      </w:r>
    </w:p>
    <w:p w14:paraId="17FE3AE0" w14:textId="16468385" w:rsidR="00B75C14" w:rsidRDefault="00992259" w:rsidP="00C07D8F">
      <w:pPr>
        <w:tabs>
          <w:tab w:val="left" w:pos="1134"/>
        </w:tabs>
        <w:ind w:left="1134" w:hanging="708"/>
      </w:pPr>
      <w:r>
        <w:lastRenderedPageBreak/>
        <w:t>11</w:t>
      </w:r>
      <w:r w:rsidR="00760650" w:rsidRPr="00760650">
        <w:t>.1</w:t>
      </w:r>
      <w:r w:rsidR="009A45B1">
        <w:tab/>
      </w:r>
      <w:r w:rsidR="00760650" w:rsidRPr="0052054A">
        <w:t>se conseguito all</w:t>
      </w:r>
      <w:r w:rsidR="00E478B1" w:rsidRPr="0052054A">
        <w:t>’</w:t>
      </w:r>
      <w:r w:rsidR="00760650" w:rsidRPr="0052054A">
        <w:t>estero nell</w:t>
      </w:r>
      <w:r w:rsidR="00E478B1" w:rsidRPr="0052054A">
        <w:t>’</w:t>
      </w:r>
      <w:r w:rsidR="00760650" w:rsidRPr="0052054A">
        <w:t>anno _______</w:t>
      </w:r>
      <w:r w:rsidR="00090EE6" w:rsidRPr="0052054A">
        <w:t>:</w:t>
      </w:r>
      <w:r w:rsidR="00760650" w:rsidRPr="0052054A">
        <w:t xml:space="preserve"> </w:t>
      </w:r>
      <w:r w:rsidR="00090EE6" w:rsidRPr="0052054A">
        <w:t>di impegnarsi a produrre</w:t>
      </w:r>
      <w:r w:rsidR="00760650" w:rsidRPr="0052054A">
        <w:t xml:space="preserve"> </w:t>
      </w:r>
      <w:r w:rsidR="00090EE6" w:rsidRPr="0052054A">
        <w:t>l’</w:t>
      </w:r>
      <w:r w:rsidR="00760650" w:rsidRPr="0052054A">
        <w:t>attestato di equiparazione ai sensi dell</w:t>
      </w:r>
      <w:r w:rsidR="00E478B1" w:rsidRPr="0052054A">
        <w:t>’</w:t>
      </w:r>
      <w:r w:rsidR="00760650" w:rsidRPr="0052054A">
        <w:t>art. 38 del D.</w:t>
      </w:r>
      <w:r w:rsidR="00364119" w:rsidRPr="0052054A">
        <w:t>l</w:t>
      </w:r>
      <w:r w:rsidR="00760650" w:rsidRPr="0052054A">
        <w:t xml:space="preserve">gs. n. 165/2001 e </w:t>
      </w:r>
      <w:proofErr w:type="spellStart"/>
      <w:r w:rsidR="00760650" w:rsidRPr="0052054A">
        <w:t>ss.mm.ii</w:t>
      </w:r>
      <w:proofErr w:type="spellEnd"/>
      <w:r w:rsidR="00760650" w:rsidRPr="0052054A">
        <w:t>. rilasciato dall</w:t>
      </w:r>
      <w:r w:rsidR="00E478B1" w:rsidRPr="0052054A">
        <w:t>’</w:t>
      </w:r>
      <w:r w:rsidR="00760650" w:rsidRPr="0052054A">
        <w:t>Autorità competente</w:t>
      </w:r>
      <w:r>
        <w:t>;</w:t>
      </w:r>
    </w:p>
    <w:p w14:paraId="2C636391" w14:textId="3E1C22DD" w:rsidR="00760650" w:rsidRDefault="00760650" w:rsidP="00101305">
      <w:pPr>
        <w:pStyle w:val="Paragrafoelenco"/>
        <w:numPr>
          <w:ilvl w:val="0"/>
          <w:numId w:val="5"/>
        </w:numPr>
        <w:tabs>
          <w:tab w:val="left" w:pos="1134"/>
        </w:tabs>
        <w:ind w:left="1134" w:hanging="708"/>
      </w:pPr>
      <w:r w:rsidRPr="00760650">
        <w:t>di possedere</w:t>
      </w:r>
      <w:r w:rsidR="00C07D8F">
        <w:t xml:space="preserve"> una comprovata esperienza di durata pari o superiore a </w:t>
      </w:r>
      <w:r w:rsidR="00101305">
        <w:t>5</w:t>
      </w:r>
      <w:r w:rsidR="00C07D8F">
        <w:t xml:space="preserve"> anni in ambito relativo all’attività di </w:t>
      </w:r>
      <w:r w:rsidR="00101305" w:rsidRPr="00101305">
        <w:t xml:space="preserve">VENDITORE DI FIORI RECISI – </w:t>
      </w:r>
      <w:r w:rsidR="00023F78" w:rsidRPr="00023F78">
        <w:t>1 ͣ</w:t>
      </w:r>
      <w:r w:rsidR="00101305" w:rsidRPr="00101305">
        <w:t xml:space="preserve"> FASCIA – RESPONSABILE VENDITE</w:t>
      </w:r>
      <w:r w:rsidR="00992259">
        <w:t xml:space="preserve"> o posizioni analoghe o equipollenti</w:t>
      </w:r>
      <w:r w:rsidR="00336202">
        <w:t>, esemplificate nel bando, come dettagliatamente evidenziato nel curriculum professionale allegato</w:t>
      </w:r>
      <w:r w:rsidR="00101305">
        <w:t>;</w:t>
      </w:r>
    </w:p>
    <w:p w14:paraId="7BEF7FBF" w14:textId="0214EDF5" w:rsidR="00F1744E" w:rsidRDefault="00F1744E" w:rsidP="00992259">
      <w:pPr>
        <w:pStyle w:val="Paragrafoelenco"/>
        <w:numPr>
          <w:ilvl w:val="0"/>
          <w:numId w:val="5"/>
        </w:numPr>
        <w:tabs>
          <w:tab w:val="left" w:pos="1134"/>
        </w:tabs>
        <w:ind w:left="567" w:hanging="141"/>
      </w:pPr>
      <w:r>
        <w:t>d</w:t>
      </w:r>
      <w:r w:rsidRPr="00760650">
        <w:t>i possedere la patente di tipo B</w:t>
      </w:r>
      <w:r w:rsidR="00162BC9">
        <w:t xml:space="preserve"> o superiore</w:t>
      </w:r>
      <w:r w:rsidR="00336202">
        <w:t xml:space="preserve"> ed essere auto/</w:t>
      </w:r>
      <w:proofErr w:type="spellStart"/>
      <w:r w:rsidR="00336202">
        <w:t>motomunito</w:t>
      </w:r>
      <w:proofErr w:type="spellEnd"/>
      <w:r w:rsidRPr="00760650">
        <w:t>;</w:t>
      </w:r>
    </w:p>
    <w:p w14:paraId="76DC5844" w14:textId="709D20F6" w:rsidR="00101305" w:rsidRDefault="00101305" w:rsidP="00101305">
      <w:pPr>
        <w:pStyle w:val="Paragrafoelenco"/>
        <w:numPr>
          <w:ilvl w:val="0"/>
          <w:numId w:val="5"/>
        </w:numPr>
        <w:tabs>
          <w:tab w:val="left" w:pos="1134"/>
        </w:tabs>
        <w:ind w:left="1134" w:hanging="708"/>
      </w:pPr>
      <w:r>
        <w:t xml:space="preserve">(per gli aspiranti di sesso maschile nati fino al 31/12/1985) – di essere regolare </w:t>
      </w:r>
      <w:r w:rsidRPr="00101305">
        <w:t>nei riguardi degli obblighi imposti dalla legge sul reclutamento militare</w:t>
      </w:r>
      <w:r>
        <w:t>;</w:t>
      </w:r>
    </w:p>
    <w:p w14:paraId="794F3585" w14:textId="7B805132" w:rsidR="00162BC9" w:rsidRDefault="00162BC9" w:rsidP="00101305">
      <w:pPr>
        <w:pStyle w:val="Paragrafoelenco"/>
        <w:numPr>
          <w:ilvl w:val="0"/>
          <w:numId w:val="5"/>
        </w:numPr>
        <w:tabs>
          <w:tab w:val="left" w:pos="1134"/>
        </w:tabs>
        <w:ind w:left="1134" w:hanging="708"/>
      </w:pPr>
      <w:r>
        <w:t>di aver preso attentamente visione del bando e di accettarne tutti i requisiti e le clausole di partecipazione</w:t>
      </w:r>
      <w:r w:rsidR="000A55EA">
        <w:t>;</w:t>
      </w:r>
    </w:p>
    <w:p w14:paraId="2E04CCEE" w14:textId="390B0A0C" w:rsidR="00760650" w:rsidRDefault="00101305" w:rsidP="00FB4D60">
      <w:pPr>
        <w:pStyle w:val="Paragrafoelenco"/>
        <w:numPr>
          <w:ilvl w:val="0"/>
          <w:numId w:val="5"/>
        </w:numPr>
        <w:tabs>
          <w:tab w:val="left" w:pos="1134"/>
        </w:tabs>
        <w:ind w:left="1134" w:hanging="708"/>
      </w:pPr>
      <w:r>
        <w:sym w:font="Wingdings" w:char="F0A8"/>
      </w:r>
      <w:r>
        <w:t xml:space="preserve"> </w:t>
      </w:r>
      <w:r w:rsidR="000D1730">
        <w:t>(</w:t>
      </w:r>
      <w:r w:rsidR="000D1730" w:rsidRPr="00FB4D60">
        <w:rPr>
          <w:b/>
          <w:bCs/>
        </w:rPr>
        <w:t>eventuale</w:t>
      </w:r>
      <w:r w:rsidR="000D1730">
        <w:t xml:space="preserve">) </w:t>
      </w:r>
      <w:r w:rsidR="00760650" w:rsidRPr="00760650">
        <w:t>di essere in possesso del seguente titolo di preferenza in caso di parità di punteggio tra quelli di cui all</w:t>
      </w:r>
      <w:r w:rsidR="00E478B1">
        <w:t>’</w:t>
      </w:r>
      <w:r w:rsidR="00760650" w:rsidRPr="00760650">
        <w:t>art. 5 del D.</w:t>
      </w:r>
      <w:r w:rsidR="00FF2D07">
        <w:t>P.R. 487/</w:t>
      </w:r>
      <w:proofErr w:type="gramStart"/>
      <w:r w:rsidR="00FF2D07">
        <w:t>1994</w:t>
      </w:r>
      <w:r>
        <w:t xml:space="preserve"> </w:t>
      </w:r>
      <w:r w:rsidR="00FF2D07">
        <w:t xml:space="preserve"> _</w:t>
      </w:r>
      <w:proofErr w:type="gramEnd"/>
      <w:r w:rsidR="00FF2D07">
        <w:t>________________;</w:t>
      </w:r>
    </w:p>
    <w:p w14:paraId="5578BE0B" w14:textId="014AFE0D" w:rsidR="00FB4D60" w:rsidRPr="00101305" w:rsidRDefault="00101305" w:rsidP="00FB4D60">
      <w:pPr>
        <w:pStyle w:val="Paragrafoelenco"/>
        <w:numPr>
          <w:ilvl w:val="0"/>
          <w:numId w:val="5"/>
        </w:numPr>
        <w:tabs>
          <w:tab w:val="left" w:pos="1134"/>
        </w:tabs>
        <w:ind w:left="1134" w:hanging="708"/>
      </w:pPr>
      <w:r w:rsidRPr="00101305">
        <w:sym w:font="Wingdings" w:char="F0A8"/>
      </w:r>
      <w:r w:rsidRPr="00101305">
        <w:t xml:space="preserve"> </w:t>
      </w:r>
      <w:r w:rsidR="00FB4D60" w:rsidRPr="00101305">
        <w:t>(</w:t>
      </w:r>
      <w:r w:rsidR="00FB4D60" w:rsidRPr="00101305">
        <w:rPr>
          <w:b/>
          <w:bCs/>
        </w:rPr>
        <w:t>eventuale</w:t>
      </w:r>
      <w:r w:rsidR="00FB4D60" w:rsidRPr="00101305">
        <w:t>) di essere iscritto nelle liste di cui alla legge 68/1999;</w:t>
      </w:r>
    </w:p>
    <w:p w14:paraId="78E25619" w14:textId="0903831A" w:rsidR="00760650" w:rsidRDefault="00101305" w:rsidP="00FB4D60">
      <w:pPr>
        <w:pStyle w:val="Paragrafoelenco"/>
        <w:numPr>
          <w:ilvl w:val="0"/>
          <w:numId w:val="5"/>
        </w:numPr>
        <w:tabs>
          <w:tab w:val="left" w:pos="1134"/>
        </w:tabs>
        <w:ind w:left="1134" w:hanging="708"/>
      </w:pPr>
      <w:r>
        <w:sym w:font="Wingdings" w:char="F0A8"/>
      </w:r>
      <w:r w:rsidR="000D1730">
        <w:t xml:space="preserve"> </w:t>
      </w:r>
      <w:r w:rsidRPr="00101305">
        <w:rPr>
          <w:b/>
        </w:rPr>
        <w:t>(eventuale)</w:t>
      </w:r>
      <w:r>
        <w:t xml:space="preserve"> </w:t>
      </w:r>
      <w:r w:rsidR="00760650" w:rsidRPr="00760650">
        <w:t>di essere nella condizione di portatore di handicap e di volersi avvalere dei benefici di cui all</w:t>
      </w:r>
      <w:r w:rsidR="00E478B1">
        <w:t>’</w:t>
      </w:r>
      <w:r w:rsidR="00760650" w:rsidRPr="00760650">
        <w:t>art. 20 della legge n. 104/1992: a tal fine allego idonea certificazione medica riportante l</w:t>
      </w:r>
      <w:r w:rsidR="00E478B1">
        <w:t>’</w:t>
      </w:r>
      <w:r w:rsidR="00760650" w:rsidRPr="00760650">
        <w:t>ausilio necessario in relazione al proprio handicap, l</w:t>
      </w:r>
      <w:r w:rsidR="00E478B1">
        <w:t>’</w:t>
      </w:r>
      <w:r w:rsidR="00760650" w:rsidRPr="00760650">
        <w:t>eventuale necessità di tempi aggiuntivi e menzione degli strumenti necessari allo svolgimento delle prove;</w:t>
      </w:r>
    </w:p>
    <w:p w14:paraId="4AA4EE52" w14:textId="50CE6E30" w:rsidR="00336202" w:rsidRDefault="00561051" w:rsidP="00336202">
      <w:pPr>
        <w:pStyle w:val="Paragrafoelenco"/>
        <w:numPr>
          <w:ilvl w:val="0"/>
          <w:numId w:val="5"/>
        </w:numPr>
        <w:tabs>
          <w:tab w:val="left" w:pos="1134"/>
        </w:tabs>
        <w:ind w:left="1134" w:hanging="708"/>
      </w:pPr>
      <w:r>
        <w:t xml:space="preserve">di aver ricevuto l’informativa su trattamento e diffusione, anche in internet, dei dati personali, ai sensi del Reg. UE 2016/679 e del </w:t>
      </w:r>
      <w:proofErr w:type="spellStart"/>
      <w:r>
        <w:t>D.Lgs.</w:t>
      </w:r>
      <w:proofErr w:type="spellEnd"/>
      <w:r>
        <w:t xml:space="preserve"> 196/2003 e </w:t>
      </w:r>
      <w:proofErr w:type="spellStart"/>
      <w:r>
        <w:t>s.m.i.</w:t>
      </w:r>
      <w:proofErr w:type="spellEnd"/>
      <w:r>
        <w:t>, inserita all’interno del bando di selezione</w:t>
      </w:r>
      <w:r w:rsidR="00336202">
        <w:t xml:space="preserve"> e di autorizzare il trattamento dei propri dati personali, ai sensi di legge;</w:t>
      </w:r>
    </w:p>
    <w:p w14:paraId="1E0DE742" w14:textId="46B8588A" w:rsidR="00760650" w:rsidRDefault="00760650" w:rsidP="00FB4D60">
      <w:pPr>
        <w:pStyle w:val="Paragrafoelenco"/>
        <w:numPr>
          <w:ilvl w:val="0"/>
          <w:numId w:val="5"/>
        </w:numPr>
        <w:tabs>
          <w:tab w:val="left" w:pos="1134"/>
        </w:tabs>
        <w:ind w:left="1134" w:hanging="708"/>
      </w:pPr>
      <w:r w:rsidRPr="00760650">
        <w:t>che i documenti allegati alla presente domanda sono conformi agli originali ai sensi dell</w:t>
      </w:r>
      <w:r w:rsidR="00E478B1">
        <w:t>’</w:t>
      </w:r>
      <w:r w:rsidRPr="00760650">
        <w:t>art. 47 del D.P.R. 28.12.2000, n. 445;</w:t>
      </w:r>
    </w:p>
    <w:p w14:paraId="63B9FAE4" w14:textId="77777777" w:rsidR="00847039" w:rsidRDefault="00760650" w:rsidP="00FB4D60">
      <w:pPr>
        <w:pStyle w:val="Paragrafoelenco"/>
        <w:numPr>
          <w:ilvl w:val="0"/>
          <w:numId w:val="5"/>
        </w:numPr>
        <w:tabs>
          <w:tab w:val="left" w:pos="1134"/>
        </w:tabs>
        <w:ind w:left="1134" w:hanging="708"/>
      </w:pPr>
      <w:r w:rsidRPr="00760650">
        <w:t>di essere consapevole della veridicità di quanto dichiarato nella presente domanda e di essere a conoscenza delle sanzioni penali previste dall</w:t>
      </w:r>
      <w:r w:rsidR="00E478B1">
        <w:t>’</w:t>
      </w:r>
      <w:r w:rsidRPr="00760650">
        <w:t>art. 76 del D.P.R. 28.12.2000, n. 445 per le ipotesi di falsità in atti e dichiarazioni mendaci ivi indicate</w:t>
      </w:r>
      <w:r w:rsidR="00847039">
        <w:t>;</w:t>
      </w:r>
    </w:p>
    <w:p w14:paraId="166D914A" w14:textId="22AFE47A" w:rsidR="00760650" w:rsidRDefault="00847039" w:rsidP="00FB4D60">
      <w:pPr>
        <w:pStyle w:val="Paragrafoelenco"/>
        <w:numPr>
          <w:ilvl w:val="0"/>
          <w:numId w:val="5"/>
        </w:numPr>
        <w:tabs>
          <w:tab w:val="left" w:pos="1134"/>
        </w:tabs>
        <w:ind w:left="1134" w:hanging="708"/>
      </w:pPr>
      <w:r>
        <w:t>di impegnarsi a comunicare eventuali variazioni del proprio domicilio e/o recapito postale, ivi compreso l’indirizzo email, riconoscendo che AMAIE ENERGIA E SERVIZI S.R.L. non assume alcuna responsabilità in caso di irreperibilità del destinatario</w:t>
      </w:r>
      <w:r w:rsidR="00760650" w:rsidRPr="00760650">
        <w:t>.</w:t>
      </w:r>
    </w:p>
    <w:p w14:paraId="0240C173" w14:textId="77777777" w:rsidR="00101305" w:rsidRPr="00760650" w:rsidRDefault="00101305" w:rsidP="00101305">
      <w:pPr>
        <w:pStyle w:val="Paragrafoelenco"/>
        <w:tabs>
          <w:tab w:val="left" w:pos="1134"/>
        </w:tabs>
        <w:ind w:left="1134"/>
      </w:pPr>
    </w:p>
    <w:p w14:paraId="046B9436" w14:textId="77777777" w:rsidR="00760650" w:rsidRPr="00760650" w:rsidRDefault="00760650" w:rsidP="00DF3734">
      <w:pPr>
        <w:ind w:left="426"/>
        <w:jc w:val="center"/>
      </w:pPr>
      <w:r w:rsidRPr="00760650">
        <w:rPr>
          <w:b/>
        </w:rPr>
        <w:t>ALLEGA ALLA PRESENTE</w:t>
      </w:r>
    </w:p>
    <w:p w14:paraId="2E21844E" w14:textId="04327AD9" w:rsidR="00760650" w:rsidRDefault="00FB4D60" w:rsidP="00C93453">
      <w:pPr>
        <w:numPr>
          <w:ilvl w:val="0"/>
          <w:numId w:val="9"/>
        </w:numPr>
        <w:ind w:left="1134" w:hanging="708"/>
      </w:pPr>
      <w:r>
        <w:t>f</w:t>
      </w:r>
      <w:r w:rsidR="00760650" w:rsidRPr="00760650">
        <w:t>otocopia non autenticata di un documento di identità personale in corso di validità (obbligatoria a pena di esclusione);</w:t>
      </w:r>
    </w:p>
    <w:p w14:paraId="1F9F84BA" w14:textId="5C389269" w:rsidR="00921962" w:rsidRDefault="00921962" w:rsidP="00C93453">
      <w:pPr>
        <w:numPr>
          <w:ilvl w:val="0"/>
          <w:numId w:val="9"/>
        </w:numPr>
        <w:ind w:left="1134" w:hanging="708"/>
      </w:pPr>
      <w:r>
        <w:t xml:space="preserve">curriculum </w:t>
      </w:r>
      <w:r w:rsidR="00AB2EED">
        <w:t>professionale</w:t>
      </w:r>
      <w:r>
        <w:t>, redatto conformemente a quanto indicato nel bando;</w:t>
      </w:r>
    </w:p>
    <w:p w14:paraId="0155B9FD" w14:textId="7EA67CB8" w:rsidR="00AB2EED" w:rsidRDefault="00AB2EED" w:rsidP="00C93453">
      <w:pPr>
        <w:numPr>
          <w:ilvl w:val="0"/>
          <w:numId w:val="9"/>
        </w:numPr>
        <w:ind w:left="1134" w:hanging="708"/>
      </w:pPr>
      <w:r>
        <w:t xml:space="preserve">autorizzazione al trattamento dei dati personali; </w:t>
      </w:r>
    </w:p>
    <w:p w14:paraId="540BA171" w14:textId="4544DE5E" w:rsidR="00AB2EED" w:rsidRDefault="00AB2EED" w:rsidP="00C93453">
      <w:pPr>
        <w:numPr>
          <w:ilvl w:val="0"/>
          <w:numId w:val="9"/>
        </w:numPr>
        <w:ind w:left="1134" w:hanging="708"/>
      </w:pPr>
      <w:r>
        <w:t>eventuale ulteriore documentazione utile allo scopo;</w:t>
      </w:r>
    </w:p>
    <w:p w14:paraId="2A7AA9DF" w14:textId="4E34D768" w:rsidR="00921962" w:rsidRDefault="000D1730" w:rsidP="00C93453">
      <w:pPr>
        <w:numPr>
          <w:ilvl w:val="0"/>
          <w:numId w:val="9"/>
        </w:numPr>
        <w:ind w:left="1134" w:hanging="708"/>
      </w:pPr>
      <w:r>
        <w:t>(</w:t>
      </w:r>
      <w:r w:rsidRPr="005F6A2E">
        <w:rPr>
          <w:b/>
          <w:bCs/>
        </w:rPr>
        <w:t>eventuale</w:t>
      </w:r>
      <w:r>
        <w:t xml:space="preserve">) </w:t>
      </w:r>
      <w:r w:rsidR="00FB4D60">
        <w:t>i</w:t>
      </w:r>
      <w:r w:rsidR="00760650" w:rsidRPr="00760650">
        <w:t>donea certificazione medica riportante l</w:t>
      </w:r>
      <w:r w:rsidR="00E478B1">
        <w:t>’</w:t>
      </w:r>
      <w:r w:rsidR="00760650" w:rsidRPr="00760650">
        <w:t>ausilio necessario in relazione al proprio handicap nonché l</w:t>
      </w:r>
      <w:r w:rsidR="00E478B1">
        <w:t>’</w:t>
      </w:r>
      <w:r w:rsidR="00760650" w:rsidRPr="00760650">
        <w:t>eventuale necessità di tempi aggiuntivi e menzione degli strumenti necessari allo svolgimento delle prove</w:t>
      </w:r>
      <w:r>
        <w:t>.</w:t>
      </w:r>
    </w:p>
    <w:p w14:paraId="7E8359C4" w14:textId="77777777" w:rsidR="00921962" w:rsidRPr="00921962" w:rsidRDefault="00921962" w:rsidP="00921962"/>
    <w:p w14:paraId="49E3FDE7" w14:textId="77777777" w:rsidR="00921962" w:rsidRPr="00921962" w:rsidRDefault="00921962" w:rsidP="00921962"/>
    <w:p w14:paraId="7153B45C" w14:textId="4A906015" w:rsidR="00921962" w:rsidRDefault="00921962" w:rsidP="00921962"/>
    <w:p w14:paraId="1FC2E551" w14:textId="349119CA" w:rsidR="00236744" w:rsidRDefault="00921962" w:rsidP="00921962">
      <w:pPr>
        <w:tabs>
          <w:tab w:val="left" w:pos="6824"/>
        </w:tabs>
      </w:pPr>
      <w:r>
        <w:tab/>
        <w:t>FIRMA</w:t>
      </w:r>
    </w:p>
    <w:p w14:paraId="3D9720F7" w14:textId="0070EFAE" w:rsidR="00921962" w:rsidRPr="00921962" w:rsidRDefault="00921962" w:rsidP="00921962">
      <w:pPr>
        <w:tabs>
          <w:tab w:val="left" w:pos="6824"/>
        </w:tabs>
        <w:rPr>
          <w:i/>
        </w:rPr>
      </w:pPr>
      <w:r>
        <w:tab/>
      </w:r>
      <w:r w:rsidRPr="00921962">
        <w:rPr>
          <w:i/>
        </w:rPr>
        <w:t>(leggibile, per esteso)</w:t>
      </w:r>
    </w:p>
    <w:p w14:paraId="07A790C6" w14:textId="77777777" w:rsidR="00921962" w:rsidRDefault="00921962" w:rsidP="00921962">
      <w:pPr>
        <w:tabs>
          <w:tab w:val="left" w:pos="6824"/>
        </w:tabs>
      </w:pPr>
    </w:p>
    <w:p w14:paraId="792C931F" w14:textId="3CD46973" w:rsidR="00921962" w:rsidRPr="00921962" w:rsidRDefault="00921962" w:rsidP="00921962">
      <w:pPr>
        <w:tabs>
          <w:tab w:val="left" w:pos="6824"/>
        </w:tabs>
      </w:pPr>
      <w:r>
        <w:tab/>
        <w:t>________________________</w:t>
      </w:r>
    </w:p>
    <w:sectPr w:rsidR="00921962" w:rsidRPr="00921962" w:rsidSect="00992259">
      <w:headerReference w:type="default" r:id="rId8"/>
      <w:footerReference w:type="even" r:id="rId9"/>
      <w:footerReference w:type="default" r:id="rId10"/>
      <w:pgSz w:w="11906" w:h="16838" w:code="9"/>
      <w:pgMar w:top="213" w:right="1558" w:bottom="851" w:left="709" w:header="142" w:footer="73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6BB50F" w14:textId="77777777" w:rsidR="0024127D" w:rsidRDefault="0024127D">
      <w:r>
        <w:separator/>
      </w:r>
    </w:p>
  </w:endnote>
  <w:endnote w:type="continuationSeparator" w:id="0">
    <w:p w14:paraId="04EF97EA" w14:textId="77777777" w:rsidR="0024127D" w:rsidRDefault="00241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50240" w14:textId="77777777" w:rsidR="00E478B1" w:rsidRDefault="00E478B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25B44012" w14:textId="77777777" w:rsidR="00E478B1" w:rsidRDefault="00E478B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72E52" w14:textId="35E5F7F5" w:rsidR="00E478B1" w:rsidRDefault="00E478B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8616E">
      <w:rPr>
        <w:rStyle w:val="Numeropagina"/>
        <w:noProof/>
      </w:rPr>
      <w:t>10</w:t>
    </w:r>
    <w:r>
      <w:rPr>
        <w:rStyle w:val="Numeropagina"/>
      </w:rPr>
      <w:fldChar w:fldCharType="end"/>
    </w:r>
  </w:p>
  <w:p w14:paraId="3765D936" w14:textId="77777777" w:rsidR="00921962" w:rsidRPr="00921962" w:rsidRDefault="00921962" w:rsidP="00921962">
    <w:pPr>
      <w:ind w:left="851" w:right="567"/>
      <w:jc w:val="center"/>
      <w:rPr>
        <w:rFonts w:asciiTheme="minorHAnsi" w:hAnsiTheme="minorHAnsi"/>
        <w:spacing w:val="8"/>
        <w:sz w:val="14"/>
      </w:rPr>
    </w:pPr>
    <w:r w:rsidRPr="00921962">
      <w:rPr>
        <w:rFonts w:asciiTheme="minorHAnsi" w:hAnsiTheme="minorHAnsi"/>
        <w:spacing w:val="8"/>
        <w:sz w:val="14"/>
      </w:rPr>
      <w:t xml:space="preserve">AMAIE Energia e Servizi SRL– Via </w:t>
    </w:r>
    <w:proofErr w:type="spellStart"/>
    <w:r w:rsidRPr="00921962">
      <w:rPr>
        <w:rFonts w:asciiTheme="minorHAnsi" w:hAnsiTheme="minorHAnsi"/>
        <w:spacing w:val="8"/>
        <w:sz w:val="14"/>
      </w:rPr>
      <w:t>Armea</w:t>
    </w:r>
    <w:proofErr w:type="spellEnd"/>
    <w:r w:rsidRPr="00921962">
      <w:rPr>
        <w:rFonts w:asciiTheme="minorHAnsi" w:hAnsiTheme="minorHAnsi"/>
        <w:spacing w:val="8"/>
        <w:sz w:val="14"/>
      </w:rPr>
      <w:t xml:space="preserve"> n°96 – 18038 Sanremo (IM) </w:t>
    </w:r>
  </w:p>
  <w:p w14:paraId="131318BE" w14:textId="594ABC7D" w:rsidR="00E478B1" w:rsidRDefault="00921962" w:rsidP="00921962">
    <w:pPr>
      <w:ind w:left="851" w:right="567"/>
      <w:jc w:val="center"/>
    </w:pPr>
    <w:r w:rsidRPr="00921962">
      <w:rPr>
        <w:rFonts w:asciiTheme="minorHAnsi" w:hAnsiTheme="minorHAnsi"/>
        <w:spacing w:val="8"/>
        <w:sz w:val="14"/>
      </w:rPr>
      <w:t xml:space="preserve">C.F. e P.IVA 0135 0350 086 </w:t>
    </w:r>
    <w:proofErr w:type="gramStart"/>
    <w:r w:rsidRPr="00921962">
      <w:rPr>
        <w:rFonts w:asciiTheme="minorHAnsi" w:hAnsiTheme="minorHAnsi"/>
        <w:spacing w:val="8"/>
        <w:sz w:val="14"/>
      </w:rPr>
      <w:t>–  Iscrizione</w:t>
    </w:r>
    <w:proofErr w:type="gramEnd"/>
    <w:r w:rsidRPr="00921962">
      <w:rPr>
        <w:rFonts w:asciiTheme="minorHAnsi" w:hAnsiTheme="minorHAnsi"/>
        <w:spacing w:val="8"/>
        <w:sz w:val="14"/>
      </w:rPr>
      <w:t xml:space="preserve"> Registro Imprese CCIAA (IM) n. 0135 0350 086 - R.E.A. n 118905  Capitale Sociale I.V. Euro 2.009.000,00  - Società soggetta all’attività di direzione e controllo di Amaie S.p.A.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DC6DF2" w14:textId="77777777" w:rsidR="0024127D" w:rsidRDefault="0024127D">
      <w:r>
        <w:separator/>
      </w:r>
    </w:p>
  </w:footnote>
  <w:footnote w:type="continuationSeparator" w:id="0">
    <w:p w14:paraId="524388F6" w14:textId="77777777" w:rsidR="0024127D" w:rsidRDefault="002412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AE4DE4" w14:textId="58B0029B" w:rsidR="00E478B1" w:rsidRDefault="0024127D" w:rsidP="00037642">
    <w:pPr>
      <w:spacing w:after="120"/>
      <w:ind w:left="709" w:right="851" w:firstLine="709"/>
      <w:jc w:val="center"/>
      <w:rPr>
        <w:sz w:val="28"/>
      </w:rPr>
    </w:pPr>
    <w:r>
      <w:rPr>
        <w:rFonts w:ascii="Bookman Old Style" w:hAnsi="Bookman Old Style"/>
        <w:noProof/>
        <w:spacing w:val="30"/>
        <w:sz w:val="32"/>
      </w:rPr>
      <w:pict w14:anchorId="73D234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left:0;text-align:left;margin-left:317.35pt;margin-top:-.85pt;width:58.15pt;height:54.2pt;z-index:251658752;visibility:visible;mso-wrap-edited:f;mso-position-horizontal-relative:text;mso-position-vertical-relative:text" o:allowincell="f"/>
      </w:pict>
    </w:r>
    <w:r w:rsidR="00037642">
      <w:rPr>
        <w:noProof/>
        <w:sz w:val="28"/>
      </w:rPr>
      <w:drawing>
        <wp:inline distT="0" distB="0" distL="0" distR="0" wp14:anchorId="14E6E47D" wp14:editId="5C863620">
          <wp:extent cx="2578735" cy="762000"/>
          <wp:effectExtent l="0" t="0" r="0" b="0"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873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A323E21" w14:textId="77777777" w:rsidR="00037642" w:rsidRDefault="00037642" w:rsidP="00037642">
    <w:pPr>
      <w:spacing w:line="259" w:lineRule="auto"/>
      <w:ind w:right="149"/>
      <w:jc w:val="center"/>
    </w:pPr>
    <w:r>
      <w:rPr>
        <w:sz w:val="13"/>
      </w:rPr>
      <w:t xml:space="preserve">Tel. 0184/51 711, Fax 0184/517 138 - Via </w:t>
    </w:r>
    <w:proofErr w:type="spellStart"/>
    <w:r>
      <w:rPr>
        <w:sz w:val="13"/>
      </w:rPr>
      <w:t>Armea</w:t>
    </w:r>
    <w:proofErr w:type="spellEnd"/>
    <w:r>
      <w:rPr>
        <w:sz w:val="13"/>
      </w:rPr>
      <w:t xml:space="preserve"> </w:t>
    </w:r>
    <w:proofErr w:type="gramStart"/>
    <w:r>
      <w:rPr>
        <w:sz w:val="13"/>
      </w:rPr>
      <w:t>96  18038</w:t>
    </w:r>
    <w:proofErr w:type="gramEnd"/>
    <w:r>
      <w:rPr>
        <w:sz w:val="13"/>
      </w:rPr>
      <w:t xml:space="preserve"> Sanremo (IM)  </w:t>
    </w:r>
  </w:p>
  <w:p w14:paraId="44862A44" w14:textId="77777777" w:rsidR="00037642" w:rsidRDefault="00037642" w:rsidP="00037642">
    <w:pPr>
      <w:spacing w:after="57" w:line="259" w:lineRule="auto"/>
      <w:ind w:right="156"/>
      <w:jc w:val="center"/>
    </w:pPr>
    <w:proofErr w:type="gramStart"/>
    <w:r>
      <w:rPr>
        <w:sz w:val="13"/>
      </w:rPr>
      <w:t>segreteria@amaie-energia.it  -</w:t>
    </w:r>
    <w:proofErr w:type="gramEnd"/>
    <w:r>
      <w:rPr>
        <w:sz w:val="13"/>
      </w:rPr>
      <w:t xml:space="preserve"> www.amaie-energia.it  - indirizzo PEC: amaieenergia@pec.it</w:t>
    </w:r>
    <w:r>
      <w:rPr>
        <w:sz w:val="11"/>
      </w:rPr>
      <w:t xml:space="preserve"> </w:t>
    </w:r>
  </w:p>
  <w:p w14:paraId="42855A49" w14:textId="75AD35F1" w:rsidR="00E478B1" w:rsidRDefault="00E478B1" w:rsidP="00037642">
    <w:pPr>
      <w:spacing w:after="120"/>
      <w:rPr>
        <w:rFonts w:ascii="Bookman Old Style" w:hAnsi="Bookman Old Style"/>
        <w:spacing w:val="2"/>
        <w:sz w:val="14"/>
      </w:rPr>
    </w:pPr>
    <w:r>
      <w:rPr>
        <w:rFonts w:ascii="Bookman Old Style" w:hAnsi="Bookman Old Style"/>
        <w:noProof/>
        <w:spacing w:val="30"/>
        <w:sz w:val="32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6224FB4B" wp14:editId="3FC95B37">
              <wp:simplePos x="0" y="0"/>
              <wp:positionH relativeFrom="column">
                <wp:posOffset>1323340</wp:posOffset>
              </wp:positionH>
              <wp:positionV relativeFrom="paragraph">
                <wp:posOffset>88053</wp:posOffset>
              </wp:positionV>
              <wp:extent cx="1693333" cy="359622"/>
              <wp:effectExtent l="0" t="0" r="2540" b="2540"/>
              <wp:wrapNone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93333" cy="35962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0F2336" w14:textId="0F6B5FA8" w:rsidR="00E478B1" w:rsidRPr="005626DE" w:rsidRDefault="00E478B1">
                          <w:pPr>
                            <w:rPr>
                              <w:rFonts w:ascii="Verdana" w:hAnsi="Verdana"/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6224FB4B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104.2pt;margin-top:6.95pt;width:133.35pt;height:28.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" fillcolor="white [3201]" stroked="f" strokeweight=".5pt">
              <v:textbox>
                <w:txbxContent>
                  <w:p w14:paraId="420F2336" w14:textId="0F6B5FA8" w:rsidR="00E478B1" w:rsidRPr="005626DE" w:rsidRDefault="00E478B1">
                    <w:pPr>
                      <w:rPr>
                        <w:rFonts w:ascii="Verdana" w:hAnsi="Verdana"/>
                        <w:sz w:val="32"/>
                        <w:szCs w:val="32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0585"/>
    <w:multiLevelType w:val="singleLevel"/>
    <w:tmpl w:val="06984A0A"/>
    <w:lvl w:ilvl="0">
      <w:start w:val="1"/>
      <w:numFmt w:val="decimal"/>
      <w:pStyle w:val="Titolo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61C5462"/>
    <w:multiLevelType w:val="hybridMultilevel"/>
    <w:tmpl w:val="02FCC62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8907B8"/>
    <w:multiLevelType w:val="hybridMultilevel"/>
    <w:tmpl w:val="5C083A22"/>
    <w:lvl w:ilvl="0" w:tplc="7E88B5F0">
      <w:start w:val="1"/>
      <w:numFmt w:val="decimal"/>
      <w:lvlText w:val="%1."/>
      <w:lvlJc w:val="left"/>
      <w:pPr>
        <w:ind w:left="360" w:hanging="360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3518F6"/>
    <w:multiLevelType w:val="hybridMultilevel"/>
    <w:tmpl w:val="52E8289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163C88"/>
    <w:multiLevelType w:val="hybridMultilevel"/>
    <w:tmpl w:val="018CDB12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591C12"/>
    <w:multiLevelType w:val="hybridMultilevel"/>
    <w:tmpl w:val="C3E476A0"/>
    <w:lvl w:ilvl="0" w:tplc="934418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6F02AE"/>
    <w:multiLevelType w:val="multilevel"/>
    <w:tmpl w:val="2B549740"/>
    <w:lvl w:ilvl="0">
      <w:start w:val="2"/>
      <w:numFmt w:val="decimal"/>
      <w:lvlText w:val="%1."/>
      <w:lvlJc w:val="left"/>
      <w:pPr>
        <w:ind w:left="400" w:firstLine="0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400" w:firstLine="0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77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4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6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8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0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2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4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7FE6A86"/>
    <w:multiLevelType w:val="hybridMultilevel"/>
    <w:tmpl w:val="C6229DFC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9476CE"/>
    <w:multiLevelType w:val="singleLevel"/>
    <w:tmpl w:val="CECE7104"/>
    <w:lvl w:ilvl="0">
      <w:start w:val="1"/>
      <w:numFmt w:val="lowerLetter"/>
      <w:pStyle w:val="abc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4684209"/>
    <w:multiLevelType w:val="hybridMultilevel"/>
    <w:tmpl w:val="61D20BD6"/>
    <w:lvl w:ilvl="0" w:tplc="53A8C1D0">
      <w:start w:val="1"/>
      <w:numFmt w:val="decimal"/>
      <w:lvlText w:val="%1."/>
      <w:lvlJc w:val="left"/>
      <w:pPr>
        <w:ind w:left="360" w:hanging="360"/>
      </w:pPr>
      <w:rPr>
        <w:rFonts w:asciiTheme="minorHAnsi" w:eastAsia="Arial" w:hAnsiTheme="minorHAnsi" w:cs="Arial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B300E0"/>
    <w:multiLevelType w:val="hybridMultilevel"/>
    <w:tmpl w:val="8D3836E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E13DAF"/>
    <w:multiLevelType w:val="hybridMultilevel"/>
    <w:tmpl w:val="272E56B0"/>
    <w:lvl w:ilvl="0" w:tplc="DC400FB2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38F141A"/>
    <w:multiLevelType w:val="singleLevel"/>
    <w:tmpl w:val="04100001"/>
    <w:lvl w:ilvl="0">
      <w:start w:val="1"/>
      <w:numFmt w:val="bullet"/>
      <w:pStyle w:val="Corpodeltesto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4512866"/>
    <w:multiLevelType w:val="multilevel"/>
    <w:tmpl w:val="2CA0406A"/>
    <w:lvl w:ilvl="0">
      <w:start w:val="1"/>
      <w:numFmt w:val="decimal"/>
      <w:lvlText w:val="%1."/>
      <w:lvlJc w:val="left"/>
      <w:pPr>
        <w:ind w:left="400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400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7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97717B3"/>
    <w:multiLevelType w:val="hybridMultilevel"/>
    <w:tmpl w:val="1A82577C"/>
    <w:lvl w:ilvl="0" w:tplc="C600943E">
      <w:start w:val="1"/>
      <w:numFmt w:val="decimal"/>
      <w:lvlText w:val="%1."/>
      <w:lvlJc w:val="left"/>
      <w:pPr>
        <w:ind w:left="360" w:hanging="360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624641A"/>
    <w:multiLevelType w:val="hybridMultilevel"/>
    <w:tmpl w:val="5D12EA9E"/>
    <w:lvl w:ilvl="0" w:tplc="DC400FB2">
      <w:start w:val="1"/>
      <w:numFmt w:val="bullet"/>
      <w:lvlText w:val=""/>
      <w:lvlJc w:val="left"/>
      <w:pPr>
        <w:ind w:left="1494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6" w15:restartNumberingAfterBreak="0">
    <w:nsid w:val="5AC61D48"/>
    <w:multiLevelType w:val="hybridMultilevel"/>
    <w:tmpl w:val="61D20BD6"/>
    <w:lvl w:ilvl="0" w:tplc="53A8C1D0">
      <w:start w:val="1"/>
      <w:numFmt w:val="decimal"/>
      <w:lvlText w:val="%1."/>
      <w:lvlJc w:val="left"/>
      <w:pPr>
        <w:ind w:left="360" w:hanging="360"/>
      </w:pPr>
      <w:rPr>
        <w:rFonts w:asciiTheme="minorHAnsi" w:eastAsia="Arial" w:hAnsiTheme="minorHAnsi" w:cs="Arial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C42A40"/>
    <w:multiLevelType w:val="hybridMultilevel"/>
    <w:tmpl w:val="0EECCDF2"/>
    <w:lvl w:ilvl="0" w:tplc="54A0004E">
      <w:start w:val="1"/>
      <w:numFmt w:val="decimal"/>
      <w:lvlText w:val="%1."/>
      <w:lvlJc w:val="left"/>
      <w:pPr>
        <w:ind w:left="360" w:hanging="360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2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0F72E97"/>
    <w:multiLevelType w:val="hybridMultilevel"/>
    <w:tmpl w:val="A9B033D6"/>
    <w:lvl w:ilvl="0" w:tplc="0410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8805008"/>
    <w:multiLevelType w:val="hybridMultilevel"/>
    <w:tmpl w:val="F744A3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F547BA"/>
    <w:multiLevelType w:val="hybridMultilevel"/>
    <w:tmpl w:val="1AD25630"/>
    <w:lvl w:ilvl="0" w:tplc="04848176">
      <w:start w:val="1"/>
      <w:numFmt w:val="bullet"/>
      <w:lvlText w:val="-"/>
      <w:lvlJc w:val="left"/>
      <w:pPr>
        <w:ind w:left="360" w:hanging="360"/>
      </w:pPr>
      <w:rPr>
        <w:rFonts w:ascii="Calibri Light" w:eastAsia="Times New Roman" w:hAnsi="Calibri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B6009E5"/>
    <w:multiLevelType w:val="hybridMultilevel"/>
    <w:tmpl w:val="27FC51EA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2173DCF"/>
    <w:multiLevelType w:val="hybridMultilevel"/>
    <w:tmpl w:val="C53646F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7CA597F"/>
    <w:multiLevelType w:val="singleLevel"/>
    <w:tmpl w:val="303CDD4A"/>
    <w:lvl w:ilvl="0">
      <w:start w:val="1"/>
      <w:numFmt w:val="lowerLetter"/>
      <w:pStyle w:val="abc2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77F845A1"/>
    <w:multiLevelType w:val="hybridMultilevel"/>
    <w:tmpl w:val="CC4E8550"/>
    <w:lvl w:ilvl="0" w:tplc="E91C5BE8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C6D2DE1"/>
    <w:multiLevelType w:val="hybridMultilevel"/>
    <w:tmpl w:val="967C8AA4"/>
    <w:lvl w:ilvl="0" w:tplc="CEA0653E">
      <w:start w:val="1"/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23"/>
  </w:num>
  <w:num w:numId="4">
    <w:abstractNumId w:val="0"/>
  </w:num>
  <w:num w:numId="5">
    <w:abstractNumId w:val="6"/>
  </w:num>
  <w:num w:numId="6">
    <w:abstractNumId w:val="25"/>
  </w:num>
  <w:num w:numId="7">
    <w:abstractNumId w:val="17"/>
  </w:num>
  <w:num w:numId="8">
    <w:abstractNumId w:val="2"/>
  </w:num>
  <w:num w:numId="9">
    <w:abstractNumId w:val="13"/>
  </w:num>
  <w:num w:numId="10">
    <w:abstractNumId w:val="14"/>
  </w:num>
  <w:num w:numId="11">
    <w:abstractNumId w:val="16"/>
  </w:num>
  <w:num w:numId="12">
    <w:abstractNumId w:val="5"/>
  </w:num>
  <w:num w:numId="13">
    <w:abstractNumId w:val="20"/>
  </w:num>
  <w:num w:numId="14">
    <w:abstractNumId w:val="24"/>
  </w:num>
  <w:num w:numId="15">
    <w:abstractNumId w:val="11"/>
  </w:num>
  <w:num w:numId="16">
    <w:abstractNumId w:val="15"/>
  </w:num>
  <w:num w:numId="17">
    <w:abstractNumId w:val="3"/>
  </w:num>
  <w:num w:numId="18">
    <w:abstractNumId w:val="19"/>
  </w:num>
  <w:num w:numId="19">
    <w:abstractNumId w:val="21"/>
  </w:num>
  <w:num w:numId="20">
    <w:abstractNumId w:val="18"/>
  </w:num>
  <w:num w:numId="21">
    <w:abstractNumId w:val="9"/>
  </w:num>
  <w:num w:numId="22">
    <w:abstractNumId w:val="7"/>
  </w:num>
  <w:num w:numId="23">
    <w:abstractNumId w:val="22"/>
  </w:num>
  <w:num w:numId="24">
    <w:abstractNumId w:val="4"/>
  </w:num>
  <w:num w:numId="25">
    <w:abstractNumId w:val="1"/>
  </w:num>
  <w:num w:numId="26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6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650"/>
    <w:rsid w:val="000111FA"/>
    <w:rsid w:val="00014202"/>
    <w:rsid w:val="00022284"/>
    <w:rsid w:val="00023F78"/>
    <w:rsid w:val="00025637"/>
    <w:rsid w:val="00032D67"/>
    <w:rsid w:val="00037642"/>
    <w:rsid w:val="0005714C"/>
    <w:rsid w:val="00065704"/>
    <w:rsid w:val="00090EE6"/>
    <w:rsid w:val="00097E92"/>
    <w:rsid w:val="000A55EA"/>
    <w:rsid w:val="000D1730"/>
    <w:rsid w:val="000E6347"/>
    <w:rsid w:val="00101305"/>
    <w:rsid w:val="0012166F"/>
    <w:rsid w:val="00150B73"/>
    <w:rsid w:val="00160215"/>
    <w:rsid w:val="00160BA5"/>
    <w:rsid w:val="00162BC9"/>
    <w:rsid w:val="00171D20"/>
    <w:rsid w:val="00191222"/>
    <w:rsid w:val="00197344"/>
    <w:rsid w:val="001A3DA3"/>
    <w:rsid w:val="001A5242"/>
    <w:rsid w:val="001E46F5"/>
    <w:rsid w:val="001F6A7E"/>
    <w:rsid w:val="00223FBF"/>
    <w:rsid w:val="002329B9"/>
    <w:rsid w:val="00234EFB"/>
    <w:rsid w:val="00236744"/>
    <w:rsid w:val="0024127D"/>
    <w:rsid w:val="00243426"/>
    <w:rsid w:val="002474FD"/>
    <w:rsid w:val="002A2912"/>
    <w:rsid w:val="002A47E6"/>
    <w:rsid w:val="002C00FF"/>
    <w:rsid w:val="002C362B"/>
    <w:rsid w:val="002D4E10"/>
    <w:rsid w:val="002F390E"/>
    <w:rsid w:val="002F5D7A"/>
    <w:rsid w:val="0030717A"/>
    <w:rsid w:val="00322C83"/>
    <w:rsid w:val="00336202"/>
    <w:rsid w:val="00361984"/>
    <w:rsid w:val="00364119"/>
    <w:rsid w:val="003936B0"/>
    <w:rsid w:val="003A3227"/>
    <w:rsid w:val="003A6205"/>
    <w:rsid w:val="003C462D"/>
    <w:rsid w:val="003C4BF9"/>
    <w:rsid w:val="003E1DEB"/>
    <w:rsid w:val="00472171"/>
    <w:rsid w:val="0048616E"/>
    <w:rsid w:val="004A3175"/>
    <w:rsid w:val="004B629F"/>
    <w:rsid w:val="004C263C"/>
    <w:rsid w:val="004C293C"/>
    <w:rsid w:val="00505F78"/>
    <w:rsid w:val="005109F0"/>
    <w:rsid w:val="0052054A"/>
    <w:rsid w:val="00522828"/>
    <w:rsid w:val="00530694"/>
    <w:rsid w:val="00552C7C"/>
    <w:rsid w:val="0056029F"/>
    <w:rsid w:val="00561051"/>
    <w:rsid w:val="005626DE"/>
    <w:rsid w:val="005723B9"/>
    <w:rsid w:val="00593D50"/>
    <w:rsid w:val="005A1B6A"/>
    <w:rsid w:val="005F6A2E"/>
    <w:rsid w:val="00600810"/>
    <w:rsid w:val="00602F63"/>
    <w:rsid w:val="00626EB6"/>
    <w:rsid w:val="006418DA"/>
    <w:rsid w:val="00650055"/>
    <w:rsid w:val="00684890"/>
    <w:rsid w:val="006904B0"/>
    <w:rsid w:val="00692E03"/>
    <w:rsid w:val="006A1261"/>
    <w:rsid w:val="006A6F2D"/>
    <w:rsid w:val="006C59ED"/>
    <w:rsid w:val="006F2AB1"/>
    <w:rsid w:val="00705874"/>
    <w:rsid w:val="007329FB"/>
    <w:rsid w:val="00754E8D"/>
    <w:rsid w:val="00760650"/>
    <w:rsid w:val="00760B13"/>
    <w:rsid w:val="0076185D"/>
    <w:rsid w:val="00780D04"/>
    <w:rsid w:val="007B23A9"/>
    <w:rsid w:val="007C685D"/>
    <w:rsid w:val="007C70E6"/>
    <w:rsid w:val="007D58BC"/>
    <w:rsid w:val="007E6149"/>
    <w:rsid w:val="00847039"/>
    <w:rsid w:val="00847AB5"/>
    <w:rsid w:val="00852571"/>
    <w:rsid w:val="008548AE"/>
    <w:rsid w:val="008630F5"/>
    <w:rsid w:val="0087226A"/>
    <w:rsid w:val="008731A2"/>
    <w:rsid w:val="008A577E"/>
    <w:rsid w:val="008D199E"/>
    <w:rsid w:val="008E1E13"/>
    <w:rsid w:val="0090449A"/>
    <w:rsid w:val="00915BD6"/>
    <w:rsid w:val="0092041C"/>
    <w:rsid w:val="00921962"/>
    <w:rsid w:val="00947374"/>
    <w:rsid w:val="009810AF"/>
    <w:rsid w:val="00992259"/>
    <w:rsid w:val="009A33A3"/>
    <w:rsid w:val="009A45B1"/>
    <w:rsid w:val="009B3E6C"/>
    <w:rsid w:val="009C005E"/>
    <w:rsid w:val="009C34A1"/>
    <w:rsid w:val="009D1D6E"/>
    <w:rsid w:val="009E45C6"/>
    <w:rsid w:val="00A230CD"/>
    <w:rsid w:val="00A41B1D"/>
    <w:rsid w:val="00A42470"/>
    <w:rsid w:val="00A440B7"/>
    <w:rsid w:val="00A5741D"/>
    <w:rsid w:val="00A63618"/>
    <w:rsid w:val="00A90577"/>
    <w:rsid w:val="00AA17DB"/>
    <w:rsid w:val="00AA60D7"/>
    <w:rsid w:val="00AB2EED"/>
    <w:rsid w:val="00AD5706"/>
    <w:rsid w:val="00AF1116"/>
    <w:rsid w:val="00B046F3"/>
    <w:rsid w:val="00B3499C"/>
    <w:rsid w:val="00B75C14"/>
    <w:rsid w:val="00BB2183"/>
    <w:rsid w:val="00BB4A63"/>
    <w:rsid w:val="00BF1173"/>
    <w:rsid w:val="00C07D8F"/>
    <w:rsid w:val="00C265F0"/>
    <w:rsid w:val="00C433BB"/>
    <w:rsid w:val="00C620C9"/>
    <w:rsid w:val="00C6610D"/>
    <w:rsid w:val="00C74CEA"/>
    <w:rsid w:val="00C82E67"/>
    <w:rsid w:val="00C82FCC"/>
    <w:rsid w:val="00C92749"/>
    <w:rsid w:val="00C93453"/>
    <w:rsid w:val="00CB371A"/>
    <w:rsid w:val="00CE07DF"/>
    <w:rsid w:val="00D12B12"/>
    <w:rsid w:val="00D13312"/>
    <w:rsid w:val="00D20FAC"/>
    <w:rsid w:val="00D579D9"/>
    <w:rsid w:val="00D935CE"/>
    <w:rsid w:val="00DA48DE"/>
    <w:rsid w:val="00DB3DCB"/>
    <w:rsid w:val="00DD5772"/>
    <w:rsid w:val="00DD5FB2"/>
    <w:rsid w:val="00DE5555"/>
    <w:rsid w:val="00DE7A06"/>
    <w:rsid w:val="00DF3734"/>
    <w:rsid w:val="00DF477B"/>
    <w:rsid w:val="00E24C53"/>
    <w:rsid w:val="00E478B1"/>
    <w:rsid w:val="00E56725"/>
    <w:rsid w:val="00E60D2D"/>
    <w:rsid w:val="00E612C4"/>
    <w:rsid w:val="00EA7AC8"/>
    <w:rsid w:val="00EB0271"/>
    <w:rsid w:val="00EC3ABB"/>
    <w:rsid w:val="00F10642"/>
    <w:rsid w:val="00F1744E"/>
    <w:rsid w:val="00F96B7D"/>
    <w:rsid w:val="00FB4D60"/>
    <w:rsid w:val="00FB6EB1"/>
    <w:rsid w:val="00FD22E8"/>
    <w:rsid w:val="00FF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9"/>
    <o:shapelayout v:ext="edit">
      <o:idmap v:ext="edit" data="1"/>
    </o:shapelayout>
  </w:shapeDefaults>
  <w:decimalSymbol w:val=","/>
  <w:listSeparator w:val=";"/>
  <w14:docId w14:val="3CBD8B66"/>
  <w15:docId w15:val="{1F7A900F-0856-4108-87BC-4F5D13B9D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F1116"/>
    <w:pPr>
      <w:jc w:val="both"/>
    </w:pPr>
    <w:rPr>
      <w:rFonts w:ascii="Calibri" w:hAnsi="Calibri"/>
      <w:sz w:val="22"/>
    </w:rPr>
  </w:style>
  <w:style w:type="paragraph" w:styleId="Titolo10">
    <w:name w:val="heading 1"/>
    <w:basedOn w:val="Normale"/>
    <w:next w:val="Normale"/>
    <w:qFormat/>
    <w:rsid w:val="00522828"/>
    <w:pPr>
      <w:keepNext/>
      <w:outlineLvl w:val="0"/>
    </w:pPr>
    <w:rPr>
      <w:rFonts w:ascii="Bookman Old Style" w:hAnsi="Bookman Old Style"/>
      <w:sz w:val="24"/>
    </w:rPr>
  </w:style>
  <w:style w:type="paragraph" w:styleId="Titolo2">
    <w:name w:val="heading 2"/>
    <w:basedOn w:val="Normale"/>
    <w:next w:val="Normale"/>
    <w:qFormat/>
    <w:rsid w:val="00522828"/>
    <w:pPr>
      <w:keepNext/>
      <w:ind w:left="5245"/>
      <w:outlineLvl w:val="1"/>
    </w:pPr>
    <w:rPr>
      <w:rFonts w:ascii="Bookman Old Style" w:hAnsi="Bookman Old Style"/>
      <w:b/>
      <w:sz w:val="24"/>
    </w:rPr>
  </w:style>
  <w:style w:type="paragraph" w:styleId="Titolo3">
    <w:name w:val="heading 3"/>
    <w:basedOn w:val="Normale"/>
    <w:next w:val="Normale"/>
    <w:qFormat/>
    <w:rsid w:val="00522828"/>
    <w:pPr>
      <w:keepNext/>
      <w:ind w:left="284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522828"/>
    <w:pPr>
      <w:keepNext/>
      <w:ind w:left="284"/>
      <w:outlineLvl w:val="3"/>
    </w:pPr>
    <w:rPr>
      <w:rFonts w:ascii="Bookman Old Style" w:hAnsi="Bookman Old Style"/>
      <w:i/>
      <w:sz w:val="18"/>
    </w:rPr>
  </w:style>
  <w:style w:type="paragraph" w:styleId="Titolo5">
    <w:name w:val="heading 5"/>
    <w:basedOn w:val="Normale"/>
    <w:next w:val="Normale"/>
    <w:qFormat/>
    <w:rsid w:val="00522828"/>
    <w:pPr>
      <w:keepNext/>
      <w:outlineLvl w:val="4"/>
    </w:pPr>
    <w:rPr>
      <w:rFonts w:ascii="Bookman Old Style" w:hAnsi="Bookman Old Style"/>
      <w:b/>
      <w:u w:val="single"/>
    </w:rPr>
  </w:style>
  <w:style w:type="paragraph" w:styleId="Titolo6">
    <w:name w:val="heading 6"/>
    <w:basedOn w:val="Normale"/>
    <w:next w:val="Normale"/>
    <w:qFormat/>
    <w:rsid w:val="00522828"/>
    <w:pPr>
      <w:keepNext/>
      <w:outlineLvl w:val="5"/>
    </w:pPr>
    <w:rPr>
      <w:rFonts w:ascii="Bookman Old Style" w:hAnsi="Bookman Old Style"/>
      <w:b/>
    </w:rPr>
  </w:style>
  <w:style w:type="paragraph" w:styleId="Titolo7">
    <w:name w:val="heading 7"/>
    <w:basedOn w:val="Normale"/>
    <w:next w:val="Normale"/>
    <w:qFormat/>
    <w:rsid w:val="00522828"/>
    <w:pPr>
      <w:keepNext/>
      <w:shd w:val="clear" w:color="auto" w:fill="FFFFFF"/>
      <w:spacing w:before="230"/>
      <w:ind w:left="284"/>
      <w:outlineLvl w:val="6"/>
    </w:pPr>
    <w:rPr>
      <w:rFonts w:ascii="Bookman Old Style" w:hAnsi="Bookman Old Style"/>
      <w:b/>
      <w:color w:val="000000"/>
      <w:u w:val="single"/>
    </w:rPr>
  </w:style>
  <w:style w:type="paragraph" w:styleId="Titolo8">
    <w:name w:val="heading 8"/>
    <w:basedOn w:val="Normale"/>
    <w:next w:val="Normale"/>
    <w:qFormat/>
    <w:rsid w:val="00522828"/>
    <w:pPr>
      <w:keepNext/>
      <w:shd w:val="clear" w:color="auto" w:fill="FFFFFF"/>
      <w:spacing w:before="235"/>
      <w:ind w:left="284"/>
      <w:outlineLvl w:val="7"/>
    </w:pPr>
    <w:rPr>
      <w:rFonts w:ascii="Bookman Old Style" w:hAnsi="Bookman Old Style"/>
      <w:b/>
      <w:color w:val="000000"/>
      <w:u w:val="single"/>
    </w:rPr>
  </w:style>
  <w:style w:type="paragraph" w:styleId="Titolo9">
    <w:name w:val="heading 9"/>
    <w:basedOn w:val="Normale"/>
    <w:next w:val="Normale"/>
    <w:qFormat/>
    <w:rsid w:val="00522828"/>
    <w:pPr>
      <w:keepNext/>
      <w:shd w:val="clear" w:color="auto" w:fill="FFFFFF"/>
      <w:spacing w:before="250" w:line="259" w:lineRule="exact"/>
      <w:ind w:left="144" w:right="5"/>
      <w:jc w:val="center"/>
      <w:outlineLvl w:val="8"/>
    </w:pPr>
    <w:rPr>
      <w:rFonts w:ascii="Bookman Old Style" w:hAnsi="Bookman Old Style"/>
      <w:b/>
      <w:caps/>
      <w:color w:val="00000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rsid w:val="00522828"/>
    <w:pPr>
      <w:spacing w:line="360" w:lineRule="auto"/>
    </w:pPr>
  </w:style>
  <w:style w:type="paragraph" w:styleId="Intestazione">
    <w:name w:val="header"/>
    <w:basedOn w:val="Normale"/>
    <w:semiHidden/>
    <w:rsid w:val="00522828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522828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semiHidden/>
    <w:rsid w:val="00522828"/>
    <w:pPr>
      <w:ind w:left="1134" w:hanging="1134"/>
    </w:pPr>
    <w:rPr>
      <w:rFonts w:ascii="Bookman Old Style" w:hAnsi="Bookman Old Style"/>
      <w:sz w:val="24"/>
    </w:rPr>
  </w:style>
  <w:style w:type="paragraph" w:styleId="Rientrocorpodeltesto2">
    <w:name w:val="Body Text Indent 2"/>
    <w:basedOn w:val="Normale"/>
    <w:semiHidden/>
    <w:rsid w:val="00522828"/>
    <w:pPr>
      <w:ind w:left="5664"/>
    </w:pPr>
    <w:rPr>
      <w:rFonts w:ascii="Bookman Old Style" w:hAnsi="Bookman Old Style"/>
      <w:b/>
      <w:sz w:val="24"/>
    </w:rPr>
  </w:style>
  <w:style w:type="character" w:styleId="Collegamentoipertestuale">
    <w:name w:val="Hyperlink"/>
    <w:basedOn w:val="Carpredefinitoparagrafo"/>
    <w:semiHidden/>
    <w:rsid w:val="00522828"/>
    <w:rPr>
      <w:color w:val="0000FF"/>
      <w:u w:val="single"/>
    </w:rPr>
  </w:style>
  <w:style w:type="paragraph" w:styleId="Rientrocorpodeltesto3">
    <w:name w:val="Body Text Indent 3"/>
    <w:basedOn w:val="Normale"/>
    <w:semiHidden/>
    <w:rsid w:val="00522828"/>
    <w:pPr>
      <w:ind w:left="284"/>
    </w:pPr>
    <w:rPr>
      <w:rFonts w:ascii="Bookman Old Style" w:hAnsi="Bookman Old Style"/>
    </w:rPr>
  </w:style>
  <w:style w:type="paragraph" w:styleId="Testonotaapidipagina">
    <w:name w:val="footnote text"/>
    <w:basedOn w:val="Normale"/>
    <w:semiHidden/>
    <w:rsid w:val="00522828"/>
    <w:pPr>
      <w:tabs>
        <w:tab w:val="left" w:pos="567"/>
      </w:tabs>
    </w:pPr>
  </w:style>
  <w:style w:type="character" w:styleId="Rimandonotaapidipagina">
    <w:name w:val="footnote reference"/>
    <w:basedOn w:val="Carpredefinitoparagrafo"/>
    <w:semiHidden/>
    <w:rsid w:val="00522828"/>
    <w:rPr>
      <w:vertAlign w:val="superscript"/>
    </w:rPr>
  </w:style>
  <w:style w:type="paragraph" w:styleId="Corpodeltesto2">
    <w:name w:val="Body Text 2"/>
    <w:basedOn w:val="Normale"/>
    <w:semiHidden/>
    <w:rsid w:val="00522828"/>
    <w:rPr>
      <w:rFonts w:ascii="Bookman Old Style" w:hAnsi="Bookman Old Style"/>
    </w:rPr>
  </w:style>
  <w:style w:type="paragraph" w:styleId="Testodelblocco">
    <w:name w:val="Block Text"/>
    <w:basedOn w:val="Normale"/>
    <w:semiHidden/>
    <w:rsid w:val="00522828"/>
    <w:pPr>
      <w:shd w:val="clear" w:color="auto" w:fill="FFFFFF"/>
      <w:spacing w:before="250" w:line="259" w:lineRule="exact"/>
      <w:ind w:left="284" w:right="58"/>
    </w:pPr>
    <w:rPr>
      <w:rFonts w:ascii="Bookman Old Style" w:hAnsi="Bookman Old Style"/>
      <w:color w:val="000000"/>
    </w:rPr>
  </w:style>
  <w:style w:type="character" w:styleId="Enfasicorsivo">
    <w:name w:val="Emphasis"/>
    <w:basedOn w:val="Carpredefinitoparagrafo"/>
    <w:qFormat/>
    <w:rsid w:val="00522828"/>
    <w:rPr>
      <w:i/>
    </w:rPr>
  </w:style>
  <w:style w:type="paragraph" w:customStyle="1" w:styleId="Titolo1">
    <w:name w:val="Titolo1"/>
    <w:basedOn w:val="Normale"/>
    <w:autoRedefine/>
    <w:rsid w:val="00522828"/>
    <w:pPr>
      <w:keepNext/>
      <w:keepLines/>
      <w:numPr>
        <w:numId w:val="4"/>
      </w:numPr>
      <w:spacing w:before="480" w:after="360"/>
    </w:pPr>
    <w:rPr>
      <w:rFonts w:ascii="Bookman Old Style" w:hAnsi="Bookman Old Style"/>
      <w:b/>
      <w:sz w:val="21"/>
    </w:rPr>
  </w:style>
  <w:style w:type="paragraph" w:customStyle="1" w:styleId="abc">
    <w:name w:val="abc"/>
    <w:basedOn w:val="Corpodeltesto2"/>
    <w:autoRedefine/>
    <w:rsid w:val="00522828"/>
    <w:pPr>
      <w:keepNext/>
      <w:keepLines/>
      <w:numPr>
        <w:numId w:val="2"/>
      </w:numPr>
      <w:spacing w:before="240" w:after="240"/>
      <w:ind w:left="357" w:hanging="357"/>
    </w:pPr>
    <w:rPr>
      <w:b/>
      <w:sz w:val="21"/>
    </w:rPr>
  </w:style>
  <w:style w:type="paragraph" w:customStyle="1" w:styleId="abc2">
    <w:name w:val="abc2"/>
    <w:basedOn w:val="Corpodeltesto3"/>
    <w:autoRedefine/>
    <w:rsid w:val="00522828"/>
    <w:pPr>
      <w:keepNext/>
      <w:keepLines/>
      <w:numPr>
        <w:ilvl w:val="0"/>
        <w:numId w:val="3"/>
      </w:numPr>
      <w:spacing w:before="240" w:after="160"/>
      <w:ind w:left="357" w:hanging="357"/>
    </w:pPr>
    <w:rPr>
      <w:sz w:val="21"/>
    </w:rPr>
  </w:style>
  <w:style w:type="paragraph" w:styleId="Corpodeltesto3">
    <w:name w:val="Body Text 3"/>
    <w:basedOn w:val="Normale"/>
    <w:semiHidden/>
    <w:rsid w:val="00522828"/>
    <w:pPr>
      <w:numPr>
        <w:ilvl w:val="8"/>
        <w:numId w:val="1"/>
      </w:numPr>
    </w:pPr>
    <w:rPr>
      <w:rFonts w:ascii="Bookman Old Style" w:hAnsi="Bookman Old Style"/>
      <w:b/>
    </w:rPr>
  </w:style>
  <w:style w:type="paragraph" w:customStyle="1" w:styleId="Indirizzo">
    <w:name w:val="Indirizzo"/>
    <w:basedOn w:val="Normale"/>
    <w:next w:val="Oggetto"/>
    <w:rsid w:val="00522828"/>
    <w:pPr>
      <w:ind w:left="4395"/>
    </w:pPr>
    <w:rPr>
      <w:rFonts w:ascii="Courier New" w:hAnsi="Courier New"/>
    </w:rPr>
  </w:style>
  <w:style w:type="paragraph" w:customStyle="1" w:styleId="Oggetto">
    <w:name w:val="Oggetto"/>
    <w:basedOn w:val="Normale"/>
    <w:next w:val="Normale"/>
    <w:rsid w:val="00522828"/>
    <w:pPr>
      <w:spacing w:before="720" w:after="1200"/>
      <w:ind w:right="5670"/>
    </w:pPr>
    <w:rPr>
      <w:rFonts w:ascii="Courier New" w:hAnsi="Courier New"/>
    </w:rPr>
  </w:style>
  <w:style w:type="character" w:styleId="Numeropagina">
    <w:name w:val="page number"/>
    <w:basedOn w:val="Carpredefinitoparagrafo"/>
    <w:semiHidden/>
    <w:rsid w:val="00522828"/>
  </w:style>
  <w:style w:type="paragraph" w:styleId="Titolo">
    <w:name w:val="Title"/>
    <w:basedOn w:val="Normale"/>
    <w:qFormat/>
    <w:rsid w:val="00522828"/>
    <w:pPr>
      <w:jc w:val="center"/>
    </w:pPr>
    <w:rPr>
      <w:rFonts w:ascii="Bookman Old Style" w:hAnsi="Bookman Old Style"/>
      <w:b/>
      <w:u w:val="single"/>
    </w:rPr>
  </w:style>
  <w:style w:type="paragraph" w:styleId="Testonotadichiusura">
    <w:name w:val="endnote text"/>
    <w:basedOn w:val="Normale"/>
    <w:semiHidden/>
    <w:rsid w:val="00522828"/>
    <w:pPr>
      <w:spacing w:after="240"/>
    </w:pPr>
  </w:style>
  <w:style w:type="character" w:customStyle="1" w:styleId="Stile1">
    <w:name w:val="Stile1"/>
    <w:rsid w:val="00522828"/>
    <w:rPr>
      <w:rFonts w:ascii="Times New Roman" w:hAnsi="Times New Roman"/>
      <w:sz w:val="24"/>
    </w:rPr>
  </w:style>
  <w:style w:type="paragraph" w:customStyle="1" w:styleId="testo">
    <w:name w:val="testo"/>
    <w:basedOn w:val="Normale"/>
    <w:rsid w:val="00522828"/>
    <w:pPr>
      <w:widowControl w:val="0"/>
      <w:spacing w:after="60" w:line="360" w:lineRule="auto"/>
    </w:pPr>
    <w:rPr>
      <w:snapToGrid w:val="0"/>
      <w:sz w:val="24"/>
    </w:rPr>
  </w:style>
  <w:style w:type="paragraph" w:customStyle="1" w:styleId="Sigla">
    <w:name w:val="Sigla"/>
    <w:basedOn w:val="Normale"/>
    <w:rsid w:val="00522828"/>
    <w:pPr>
      <w:widowControl w:val="0"/>
      <w:tabs>
        <w:tab w:val="right" w:pos="8789"/>
      </w:tabs>
    </w:pPr>
    <w:rPr>
      <w:kern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331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3312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D13312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AD57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.dentis\Documents\Modelli%20di%20Office%20personalizzati\carta%20intestata%20%20AMAIE%20202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7575F-84A8-4506-9998-6A1D987F4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 AMAIE 2021.dotx</Template>
  <TotalTime>1</TotalTime>
  <Pages>2</Pages>
  <Words>842</Words>
  <Characters>4805</Characters>
  <Application>Microsoft Office Word</Application>
  <DocSecurity>0</DocSecurity>
  <Lines>40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Spett</vt:lpstr>
      <vt:lpstr>Spett</vt:lpstr>
    </vt:vector>
  </TitlesOfParts>
  <Company>AMAIE SpA</Company>
  <LinksUpToDate>false</LinksUpToDate>
  <CharactersWithSpaces>5636</CharactersWithSpaces>
  <SharedDoc>false</SharedDoc>
  <HLinks>
    <vt:vector size="18" baseType="variant">
      <vt:variant>
        <vt:i4>262176</vt:i4>
      </vt:variant>
      <vt:variant>
        <vt:i4>6</vt:i4>
      </vt:variant>
      <vt:variant>
        <vt:i4>0</vt:i4>
      </vt:variant>
      <vt:variant>
        <vt:i4>5</vt:i4>
      </vt:variant>
      <vt:variant>
        <vt:lpwstr>mailto:amaie@legalmail.it</vt:lpwstr>
      </vt:variant>
      <vt:variant>
        <vt:lpwstr/>
      </vt:variant>
      <vt:variant>
        <vt:i4>7536711</vt:i4>
      </vt:variant>
      <vt:variant>
        <vt:i4>3</vt:i4>
      </vt:variant>
      <vt:variant>
        <vt:i4>0</vt:i4>
      </vt:variant>
      <vt:variant>
        <vt:i4>5</vt:i4>
      </vt:variant>
      <vt:variant>
        <vt:lpwstr>mailto:info@amaie.it</vt:lpwstr>
      </vt:variant>
      <vt:variant>
        <vt:lpwstr/>
      </vt:variant>
      <vt:variant>
        <vt:i4>524302</vt:i4>
      </vt:variant>
      <vt:variant>
        <vt:i4>0</vt:i4>
      </vt:variant>
      <vt:variant>
        <vt:i4>0</vt:i4>
      </vt:variant>
      <vt:variant>
        <vt:i4>5</vt:i4>
      </vt:variant>
      <vt:variant>
        <vt:lpwstr>http://www.amaie.it/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creator>Luca Dentis</dc:creator>
  <cp:lastModifiedBy>Dott. Gianluca Cerqueti Studio Bracco &amp; Cerqueti stp</cp:lastModifiedBy>
  <cp:revision>3</cp:revision>
  <cp:lastPrinted>2021-09-13T09:50:00Z</cp:lastPrinted>
  <dcterms:created xsi:type="dcterms:W3CDTF">2021-09-22T12:29:00Z</dcterms:created>
  <dcterms:modified xsi:type="dcterms:W3CDTF">2021-09-22T12:29:00Z</dcterms:modified>
</cp:coreProperties>
</file>